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255D3" w14:textId="77777777" w:rsidR="007A7215" w:rsidRPr="00B169DF" w:rsidRDefault="007A7215" w:rsidP="007A721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34B800E8" w14:textId="77777777" w:rsidR="0085747A" w:rsidRPr="00913D5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13D5C">
        <w:rPr>
          <w:rFonts w:ascii="Corbel" w:hAnsi="Corbel"/>
          <w:b/>
          <w:smallCaps/>
          <w:sz w:val="24"/>
          <w:szCs w:val="24"/>
        </w:rPr>
        <w:t>SYLABUS</w:t>
      </w:r>
    </w:p>
    <w:p w14:paraId="12079CC6" w14:textId="105FCD80" w:rsidR="00B41227" w:rsidRPr="00913D5C" w:rsidRDefault="0071620A" w:rsidP="0014074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13D5C">
        <w:rPr>
          <w:rFonts w:ascii="Corbel" w:hAnsi="Corbel"/>
          <w:b/>
          <w:smallCaps/>
          <w:sz w:val="24"/>
          <w:szCs w:val="24"/>
        </w:rPr>
        <w:t>dotyczy cyklu kształcenia</w:t>
      </w:r>
      <w:r w:rsidR="002B6358" w:rsidRPr="00913D5C">
        <w:rPr>
          <w:rFonts w:ascii="Corbel" w:hAnsi="Corbel"/>
          <w:b/>
          <w:smallCaps/>
          <w:sz w:val="24"/>
          <w:szCs w:val="24"/>
        </w:rPr>
        <w:t xml:space="preserve"> </w:t>
      </w:r>
      <w:r w:rsidR="001D2720" w:rsidRPr="00913D5C">
        <w:rPr>
          <w:rFonts w:ascii="Corbel" w:hAnsi="Corbel"/>
          <w:b/>
          <w:smallCaps/>
          <w:sz w:val="24"/>
          <w:szCs w:val="24"/>
        </w:rPr>
        <w:t>202</w:t>
      </w:r>
      <w:r w:rsidR="002B6358" w:rsidRPr="00913D5C">
        <w:rPr>
          <w:rFonts w:ascii="Corbel" w:hAnsi="Corbel"/>
          <w:b/>
          <w:smallCaps/>
          <w:sz w:val="24"/>
          <w:szCs w:val="24"/>
        </w:rPr>
        <w:t>4</w:t>
      </w:r>
      <w:r w:rsidR="001D2720" w:rsidRPr="00913D5C">
        <w:rPr>
          <w:rFonts w:ascii="Corbel" w:hAnsi="Corbel"/>
          <w:b/>
          <w:smallCaps/>
          <w:sz w:val="24"/>
          <w:szCs w:val="24"/>
        </w:rPr>
        <w:t>-202</w:t>
      </w:r>
      <w:r w:rsidR="002B6358" w:rsidRPr="00913D5C">
        <w:rPr>
          <w:rFonts w:ascii="Corbel" w:hAnsi="Corbel"/>
          <w:b/>
          <w:smallCaps/>
          <w:sz w:val="24"/>
          <w:szCs w:val="24"/>
        </w:rPr>
        <w:t>9</w:t>
      </w:r>
    </w:p>
    <w:p w14:paraId="49161F43" w14:textId="6028F335" w:rsidR="000102E2" w:rsidRPr="00913D5C" w:rsidRDefault="000102E2" w:rsidP="007A7215">
      <w:pPr>
        <w:tabs>
          <w:tab w:val="left" w:pos="5796"/>
        </w:tabs>
        <w:spacing w:after="0" w:line="240" w:lineRule="exact"/>
        <w:rPr>
          <w:rFonts w:ascii="Corbel" w:hAnsi="Corbel"/>
          <w:b/>
          <w:smallCaps/>
          <w:sz w:val="24"/>
          <w:szCs w:val="24"/>
        </w:rPr>
      </w:pPr>
    </w:p>
    <w:p w14:paraId="70BA242E" w14:textId="41130999" w:rsidR="00445970" w:rsidRPr="007A7215" w:rsidRDefault="000102E2" w:rsidP="000102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A7215">
        <w:rPr>
          <w:rFonts w:ascii="Corbel" w:hAnsi="Corbel"/>
          <w:sz w:val="20"/>
          <w:szCs w:val="20"/>
        </w:rPr>
        <w:t xml:space="preserve">Rok akademicki </w:t>
      </w:r>
      <w:r w:rsidR="006065DC" w:rsidRPr="007A7215">
        <w:rPr>
          <w:rFonts w:ascii="Corbel" w:hAnsi="Corbel"/>
          <w:sz w:val="20"/>
          <w:szCs w:val="20"/>
        </w:rPr>
        <w:t>202</w:t>
      </w:r>
      <w:r w:rsidR="002B6358" w:rsidRPr="007A7215">
        <w:rPr>
          <w:rFonts w:ascii="Corbel" w:hAnsi="Corbel"/>
          <w:sz w:val="20"/>
          <w:szCs w:val="20"/>
        </w:rPr>
        <w:t>5</w:t>
      </w:r>
      <w:r w:rsidR="0014074A" w:rsidRPr="007A7215">
        <w:rPr>
          <w:rFonts w:ascii="Corbel" w:hAnsi="Corbel"/>
          <w:sz w:val="20"/>
          <w:szCs w:val="20"/>
        </w:rPr>
        <w:t>-</w:t>
      </w:r>
      <w:r w:rsidR="006065DC" w:rsidRPr="007A7215">
        <w:rPr>
          <w:rFonts w:ascii="Corbel" w:hAnsi="Corbel"/>
          <w:sz w:val="20"/>
          <w:szCs w:val="20"/>
        </w:rPr>
        <w:t>202</w:t>
      </w:r>
      <w:r w:rsidR="002B6358" w:rsidRPr="007A7215">
        <w:rPr>
          <w:rFonts w:ascii="Corbel" w:hAnsi="Corbel"/>
          <w:sz w:val="20"/>
          <w:szCs w:val="20"/>
        </w:rPr>
        <w:t>6</w:t>
      </w:r>
    </w:p>
    <w:p w14:paraId="300AE68F" w14:textId="77777777" w:rsidR="0085747A" w:rsidRPr="00913D5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3BBA84" w14:textId="77777777" w:rsidR="0085747A" w:rsidRPr="00913D5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13D5C">
        <w:rPr>
          <w:rFonts w:ascii="Corbel" w:hAnsi="Corbel"/>
          <w:szCs w:val="24"/>
        </w:rPr>
        <w:t xml:space="preserve">1. </w:t>
      </w:r>
      <w:r w:rsidR="0085747A" w:rsidRPr="00913D5C">
        <w:rPr>
          <w:rFonts w:ascii="Corbel" w:hAnsi="Corbel"/>
          <w:szCs w:val="24"/>
        </w:rPr>
        <w:t xml:space="preserve">Podstawowe </w:t>
      </w:r>
      <w:r w:rsidR="00445970" w:rsidRPr="00913D5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13D5C" w14:paraId="745A2EBC" w14:textId="77777777" w:rsidTr="000956AC">
        <w:tc>
          <w:tcPr>
            <w:tcW w:w="2694" w:type="dxa"/>
            <w:vAlign w:val="center"/>
          </w:tcPr>
          <w:p w14:paraId="676F2721" w14:textId="77777777" w:rsidR="0085747A" w:rsidRPr="00913D5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3CFA47" w14:textId="77777777" w:rsidR="0085747A" w:rsidRPr="00913D5C" w:rsidRDefault="001B2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Diagnoza rozwoju dzieci</w:t>
            </w:r>
          </w:p>
        </w:tc>
      </w:tr>
      <w:tr w:rsidR="0085747A" w:rsidRPr="00913D5C" w14:paraId="3CD2B09F" w14:textId="77777777" w:rsidTr="000956AC">
        <w:tc>
          <w:tcPr>
            <w:tcW w:w="2694" w:type="dxa"/>
            <w:vAlign w:val="center"/>
          </w:tcPr>
          <w:p w14:paraId="42BFE44C" w14:textId="77777777" w:rsidR="0085747A" w:rsidRPr="00913D5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13D5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A61724" w14:textId="77777777" w:rsidR="0085747A" w:rsidRPr="00913D5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13D5C" w14:paraId="568DC2A1" w14:textId="77777777" w:rsidTr="000956AC">
        <w:tc>
          <w:tcPr>
            <w:tcW w:w="2694" w:type="dxa"/>
            <w:vAlign w:val="center"/>
          </w:tcPr>
          <w:p w14:paraId="79CE96DB" w14:textId="77777777" w:rsidR="0085747A" w:rsidRPr="00913D5C" w:rsidRDefault="000102E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N</w:t>
            </w:r>
            <w:r w:rsidR="0085747A" w:rsidRPr="00913D5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13D5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7E3A43" w14:textId="77777777" w:rsidR="0085747A" w:rsidRPr="00913D5C" w:rsidRDefault="00DE07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13D5C" w14:paraId="22196EFF" w14:textId="77777777" w:rsidTr="000956AC">
        <w:tc>
          <w:tcPr>
            <w:tcW w:w="2694" w:type="dxa"/>
            <w:vAlign w:val="center"/>
          </w:tcPr>
          <w:p w14:paraId="17706D5D" w14:textId="77777777" w:rsidR="0085747A" w:rsidRPr="00913D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203837" w14:textId="409F5D47" w:rsidR="0085747A" w:rsidRPr="00913D5C" w:rsidRDefault="00B4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A21EE4" w:rsidRPr="00913D5C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1D2720" w:rsidRPr="00913D5C" w14:paraId="3DD70879" w14:textId="77777777" w:rsidTr="000956AC">
        <w:tc>
          <w:tcPr>
            <w:tcW w:w="2694" w:type="dxa"/>
            <w:vAlign w:val="center"/>
          </w:tcPr>
          <w:p w14:paraId="44C3FE62" w14:textId="77777777" w:rsidR="001D2720" w:rsidRPr="00913D5C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02D5F6" w14:textId="77777777" w:rsidR="001D2720" w:rsidRPr="00913D5C" w:rsidRDefault="001D2720" w:rsidP="001D2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1D2720" w:rsidRPr="00913D5C" w14:paraId="515F5221" w14:textId="77777777" w:rsidTr="000956AC">
        <w:tc>
          <w:tcPr>
            <w:tcW w:w="2694" w:type="dxa"/>
            <w:vAlign w:val="center"/>
          </w:tcPr>
          <w:p w14:paraId="7D6CD615" w14:textId="77777777" w:rsidR="001D2720" w:rsidRPr="00913D5C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5DD272" w14:textId="77777777" w:rsidR="001D2720" w:rsidRPr="00913D5C" w:rsidRDefault="0014074A" w:rsidP="001D2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D2720" w:rsidRPr="00913D5C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1D2720" w:rsidRPr="00913D5C" w14:paraId="554F2530" w14:textId="77777777" w:rsidTr="000956AC">
        <w:tc>
          <w:tcPr>
            <w:tcW w:w="2694" w:type="dxa"/>
            <w:vAlign w:val="center"/>
          </w:tcPr>
          <w:p w14:paraId="50DE9959" w14:textId="77777777" w:rsidR="001D2720" w:rsidRPr="00913D5C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ADD19D" w14:textId="77777777" w:rsidR="001D2720" w:rsidRPr="00913D5C" w:rsidRDefault="001D2720" w:rsidP="001D2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D2720" w:rsidRPr="00913D5C" w14:paraId="2652A2E0" w14:textId="77777777" w:rsidTr="000956AC">
        <w:tc>
          <w:tcPr>
            <w:tcW w:w="2694" w:type="dxa"/>
            <w:vAlign w:val="center"/>
          </w:tcPr>
          <w:p w14:paraId="58528245" w14:textId="77777777" w:rsidR="001D2720" w:rsidRPr="00913D5C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5C771E" w14:textId="77777777" w:rsidR="001D2720" w:rsidRPr="00913D5C" w:rsidRDefault="001D2720" w:rsidP="001D27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13D5C" w14:paraId="427A7924" w14:textId="77777777" w:rsidTr="000956AC">
        <w:tc>
          <w:tcPr>
            <w:tcW w:w="2694" w:type="dxa"/>
            <w:vAlign w:val="center"/>
          </w:tcPr>
          <w:p w14:paraId="4B3F3148" w14:textId="77777777" w:rsidR="0085747A" w:rsidRPr="00913D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13D5C">
              <w:rPr>
                <w:rFonts w:ascii="Corbel" w:hAnsi="Corbel"/>
                <w:sz w:val="24"/>
                <w:szCs w:val="24"/>
              </w:rPr>
              <w:t>/y</w:t>
            </w:r>
            <w:r w:rsidRPr="00913D5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52830D" w14:textId="77777777" w:rsidR="0085747A" w:rsidRPr="00913D5C" w:rsidRDefault="00F83C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="0014074A" w:rsidRPr="00913D5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913D5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14074A" w:rsidRPr="00913D5C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13D5C" w14:paraId="45E3E7E2" w14:textId="77777777" w:rsidTr="000956AC">
        <w:tc>
          <w:tcPr>
            <w:tcW w:w="2694" w:type="dxa"/>
            <w:vAlign w:val="center"/>
          </w:tcPr>
          <w:p w14:paraId="6F8637BC" w14:textId="77777777" w:rsidR="0085747A" w:rsidRPr="00913D5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152973" w14:textId="77777777" w:rsidR="0085747A" w:rsidRPr="00913D5C" w:rsidRDefault="00A555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923D7D" w:rsidRPr="00913D5C" w14:paraId="0F203DFF" w14:textId="77777777" w:rsidTr="000956AC">
        <w:tc>
          <w:tcPr>
            <w:tcW w:w="2694" w:type="dxa"/>
            <w:vAlign w:val="center"/>
          </w:tcPr>
          <w:p w14:paraId="5343B167" w14:textId="77777777" w:rsidR="00923D7D" w:rsidRPr="00913D5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F99043" w14:textId="77777777" w:rsidR="00923D7D" w:rsidRPr="00913D5C" w:rsidRDefault="00865C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956AC" w:rsidRPr="00913D5C" w14:paraId="24893B10" w14:textId="77777777" w:rsidTr="000956AC">
        <w:tc>
          <w:tcPr>
            <w:tcW w:w="2694" w:type="dxa"/>
            <w:vAlign w:val="center"/>
          </w:tcPr>
          <w:p w14:paraId="62F72970" w14:textId="77777777" w:rsidR="000956AC" w:rsidRPr="00913D5C" w:rsidRDefault="000956AC" w:rsidP="000956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AAAB" w14:textId="38EB50E0" w:rsidR="000956AC" w:rsidRPr="00913D5C" w:rsidRDefault="000956AC" w:rsidP="00095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A33BB">
              <w:rPr>
                <w:rFonts w:ascii="Corbel" w:hAnsi="Corbel"/>
                <w:b w:val="0"/>
                <w:sz w:val="24"/>
                <w:szCs w:val="24"/>
              </w:rPr>
              <w:t>Anna Lenart</w:t>
            </w:r>
          </w:p>
        </w:tc>
      </w:tr>
      <w:tr w:rsidR="000956AC" w:rsidRPr="00913D5C" w14:paraId="0FE1D4FA" w14:textId="77777777" w:rsidTr="000956AC">
        <w:tc>
          <w:tcPr>
            <w:tcW w:w="2694" w:type="dxa"/>
            <w:vAlign w:val="center"/>
          </w:tcPr>
          <w:p w14:paraId="3FAB9F97" w14:textId="77777777" w:rsidR="000956AC" w:rsidRPr="00913D5C" w:rsidRDefault="000956AC" w:rsidP="000956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64856" w14:textId="3649A425" w:rsidR="000956AC" w:rsidRPr="00913D5C" w:rsidRDefault="000956AC" w:rsidP="00095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 xml:space="preserve">dr Tomasz Gosztyła, </w:t>
            </w:r>
            <w:r w:rsidR="002B6358" w:rsidRPr="00913D5C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Pr="00913D5C">
              <w:rPr>
                <w:rFonts w:ascii="Corbel" w:hAnsi="Corbel"/>
                <w:b w:val="0"/>
                <w:sz w:val="24"/>
                <w:szCs w:val="24"/>
              </w:rPr>
              <w:t xml:space="preserve"> Anna Lenart</w:t>
            </w:r>
          </w:p>
        </w:tc>
      </w:tr>
    </w:tbl>
    <w:p w14:paraId="40FF26F9" w14:textId="77777777" w:rsidR="00695540" w:rsidRPr="00B169DF" w:rsidRDefault="00695540" w:rsidP="006955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AD9FCDF" w14:textId="77777777" w:rsidR="00923D7D" w:rsidRPr="00913D5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C6C16B" w14:textId="77777777" w:rsidR="0085747A" w:rsidRPr="00913D5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13D5C">
        <w:rPr>
          <w:rFonts w:ascii="Corbel" w:hAnsi="Corbel"/>
          <w:sz w:val="24"/>
          <w:szCs w:val="24"/>
        </w:rPr>
        <w:t>1.</w:t>
      </w:r>
      <w:r w:rsidR="00E22FBC" w:rsidRPr="00913D5C">
        <w:rPr>
          <w:rFonts w:ascii="Corbel" w:hAnsi="Corbel"/>
          <w:sz w:val="24"/>
          <w:szCs w:val="24"/>
        </w:rPr>
        <w:t>1</w:t>
      </w:r>
      <w:r w:rsidRPr="00913D5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F6E783" w14:textId="77777777" w:rsidR="00923D7D" w:rsidRPr="00913D5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913D5C" w14:paraId="7156C1E2" w14:textId="77777777" w:rsidTr="00865CC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490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Semestr</w:t>
            </w:r>
          </w:p>
          <w:p w14:paraId="247F1617" w14:textId="77777777" w:rsidR="00015B8F" w:rsidRPr="00913D5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(</w:t>
            </w:r>
            <w:r w:rsidR="00363F78" w:rsidRPr="00913D5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38A9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9019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EDB7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6F21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232D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352F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42FD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A193" w14:textId="1CC27653" w:rsidR="00015B8F" w:rsidRPr="00913D5C" w:rsidRDefault="00531B9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3D5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710D" w14:textId="77777777" w:rsidR="00015B8F" w:rsidRPr="00913D5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3D5C">
              <w:rPr>
                <w:rFonts w:ascii="Corbel" w:hAnsi="Corbel"/>
                <w:b/>
                <w:szCs w:val="24"/>
              </w:rPr>
              <w:t>Liczba pkt</w:t>
            </w:r>
            <w:r w:rsidR="00B90885" w:rsidRPr="00913D5C">
              <w:rPr>
                <w:rFonts w:ascii="Corbel" w:hAnsi="Corbel"/>
                <w:b/>
                <w:szCs w:val="24"/>
              </w:rPr>
              <w:t>.</w:t>
            </w:r>
            <w:r w:rsidRPr="00913D5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13D5C" w14:paraId="480C9334" w14:textId="77777777" w:rsidTr="000102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E3DA" w14:textId="77777777" w:rsidR="00015B8F" w:rsidRPr="00913D5C" w:rsidRDefault="001407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F9A2" w14:textId="77777777" w:rsidR="00015B8F" w:rsidRPr="00913D5C" w:rsidRDefault="00865C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BB14" w14:textId="2FC00F1E" w:rsidR="00015B8F" w:rsidRPr="00913D5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D897" w14:textId="77777777" w:rsidR="00015B8F" w:rsidRPr="00913D5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908" w14:textId="77777777" w:rsidR="00015B8F" w:rsidRPr="00913D5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9906" w14:textId="77777777" w:rsidR="00015B8F" w:rsidRPr="00913D5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28BD" w14:textId="77777777" w:rsidR="00015B8F" w:rsidRPr="00913D5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9EED" w14:textId="77777777" w:rsidR="00015B8F" w:rsidRPr="00913D5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896C" w14:textId="5EF47944" w:rsidR="00015B8F" w:rsidRPr="00913D5C" w:rsidRDefault="00531B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A4DE" w14:textId="77777777" w:rsidR="00015B8F" w:rsidRPr="00913D5C" w:rsidRDefault="00B412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781D14" w14:textId="77777777" w:rsidR="00923D7D" w:rsidRPr="00913D5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0048B5" w14:textId="77777777" w:rsidR="00923D7D" w:rsidRPr="00913D5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F20353" w14:textId="77777777" w:rsidR="0085747A" w:rsidRPr="00913D5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>1.</w:t>
      </w:r>
      <w:r w:rsidR="00E22FBC" w:rsidRPr="00913D5C">
        <w:rPr>
          <w:rFonts w:ascii="Corbel" w:hAnsi="Corbel"/>
          <w:smallCaps w:val="0"/>
          <w:szCs w:val="24"/>
        </w:rPr>
        <w:t>2</w:t>
      </w:r>
      <w:r w:rsidR="00F83B28" w:rsidRPr="00913D5C">
        <w:rPr>
          <w:rFonts w:ascii="Corbel" w:hAnsi="Corbel"/>
          <w:smallCaps w:val="0"/>
          <w:szCs w:val="24"/>
        </w:rPr>
        <w:t>.</w:t>
      </w:r>
      <w:r w:rsidR="00F83B28" w:rsidRPr="00913D5C">
        <w:rPr>
          <w:rFonts w:ascii="Corbel" w:hAnsi="Corbel"/>
          <w:smallCaps w:val="0"/>
          <w:szCs w:val="24"/>
        </w:rPr>
        <w:tab/>
      </w:r>
      <w:r w:rsidRPr="00913D5C">
        <w:rPr>
          <w:rFonts w:ascii="Corbel" w:hAnsi="Corbel"/>
          <w:smallCaps w:val="0"/>
          <w:szCs w:val="24"/>
        </w:rPr>
        <w:t xml:space="preserve">Sposób realizacji zajęć  </w:t>
      </w:r>
    </w:p>
    <w:p w14:paraId="3C764A24" w14:textId="77777777" w:rsidR="0085747A" w:rsidRPr="00913D5C" w:rsidRDefault="00B412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D5C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13D5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1070965" w14:textId="77777777" w:rsidR="0085747A" w:rsidRPr="00913D5C" w:rsidRDefault="00B412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3D5C">
        <w:rPr>
          <w:rFonts w:ascii="Corbel" w:eastAsia="MS Gothic" w:hAnsi="Corbel"/>
          <w:b w:val="0"/>
          <w:szCs w:val="24"/>
        </w:rPr>
        <w:t xml:space="preserve">X </w:t>
      </w:r>
      <w:r w:rsidR="0085747A" w:rsidRPr="00913D5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60028A8" w14:textId="77777777" w:rsidR="0085747A" w:rsidRPr="00913D5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47B03" w14:textId="10A74863" w:rsidR="00E22FBC" w:rsidRPr="00913D5C" w:rsidRDefault="00E22FBC" w:rsidP="0001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 xml:space="preserve">1.3 </w:t>
      </w:r>
      <w:r w:rsidR="00F83B28" w:rsidRPr="00913D5C">
        <w:rPr>
          <w:rFonts w:ascii="Corbel" w:hAnsi="Corbel"/>
          <w:smallCaps w:val="0"/>
          <w:szCs w:val="24"/>
        </w:rPr>
        <w:tab/>
      </w:r>
      <w:r w:rsidRPr="00913D5C">
        <w:rPr>
          <w:rFonts w:ascii="Corbel" w:hAnsi="Corbel"/>
          <w:smallCaps w:val="0"/>
          <w:szCs w:val="24"/>
        </w:rPr>
        <w:t>For</w:t>
      </w:r>
      <w:r w:rsidR="00445970" w:rsidRPr="00913D5C">
        <w:rPr>
          <w:rFonts w:ascii="Corbel" w:hAnsi="Corbel"/>
          <w:smallCaps w:val="0"/>
          <w:szCs w:val="24"/>
        </w:rPr>
        <w:t xml:space="preserve">ma zaliczenia przedmiotu </w:t>
      </w:r>
      <w:r w:rsidRPr="00913D5C">
        <w:rPr>
          <w:rFonts w:ascii="Corbel" w:hAnsi="Corbel"/>
          <w:smallCaps w:val="0"/>
          <w:szCs w:val="24"/>
        </w:rPr>
        <w:t>(z toku)</w:t>
      </w:r>
      <w:r w:rsidR="00865CCB" w:rsidRPr="00913D5C">
        <w:rPr>
          <w:rFonts w:ascii="Corbel" w:hAnsi="Corbel"/>
          <w:smallCaps w:val="0"/>
          <w:szCs w:val="24"/>
        </w:rPr>
        <w:t xml:space="preserve">: </w:t>
      </w:r>
      <w:r w:rsidR="000102E2" w:rsidRPr="00913D5C">
        <w:rPr>
          <w:rFonts w:ascii="Corbel" w:hAnsi="Corbel"/>
          <w:b w:val="0"/>
          <w:smallCaps w:val="0"/>
          <w:szCs w:val="24"/>
        </w:rPr>
        <w:t>e</w:t>
      </w:r>
      <w:r w:rsidR="00B41227" w:rsidRPr="00913D5C">
        <w:rPr>
          <w:rFonts w:ascii="Corbel" w:hAnsi="Corbel"/>
          <w:b w:val="0"/>
          <w:smallCaps w:val="0"/>
          <w:szCs w:val="24"/>
        </w:rPr>
        <w:t>gzamin</w:t>
      </w:r>
    </w:p>
    <w:p w14:paraId="659014F4" w14:textId="77777777" w:rsidR="009C54AE" w:rsidRPr="00913D5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0C003" w14:textId="77777777" w:rsidR="00B41227" w:rsidRPr="00913D5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13D5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3D5C" w14:paraId="57D024DD" w14:textId="77777777" w:rsidTr="00745302">
        <w:tc>
          <w:tcPr>
            <w:tcW w:w="9670" w:type="dxa"/>
          </w:tcPr>
          <w:p w14:paraId="5D531817" w14:textId="77777777" w:rsidR="0085747A" w:rsidRPr="00913D5C" w:rsidRDefault="00BC4AE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67230B73" w14:textId="77777777" w:rsidR="00153C41" w:rsidRPr="00913D5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E03457" w14:textId="77777777" w:rsidR="0085747A" w:rsidRPr="00913D5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13D5C">
        <w:rPr>
          <w:rFonts w:ascii="Corbel" w:hAnsi="Corbel"/>
          <w:szCs w:val="24"/>
        </w:rPr>
        <w:t>3.</w:t>
      </w:r>
      <w:r w:rsidR="00A84C85" w:rsidRPr="00913D5C">
        <w:rPr>
          <w:rFonts w:ascii="Corbel" w:hAnsi="Corbel"/>
          <w:szCs w:val="24"/>
        </w:rPr>
        <w:t>cele, efekty uczenia się</w:t>
      </w:r>
      <w:r w:rsidR="0085747A" w:rsidRPr="00913D5C">
        <w:rPr>
          <w:rFonts w:ascii="Corbel" w:hAnsi="Corbel"/>
          <w:szCs w:val="24"/>
        </w:rPr>
        <w:t>, treści Programowe i stosowane metody Dydaktyczne</w:t>
      </w:r>
    </w:p>
    <w:p w14:paraId="1F44DFE0" w14:textId="77777777" w:rsidR="0014074A" w:rsidRPr="00913D5C" w:rsidRDefault="0014074A" w:rsidP="009C54AE">
      <w:pPr>
        <w:pStyle w:val="Podpunkty"/>
        <w:rPr>
          <w:rFonts w:ascii="Corbel" w:hAnsi="Corbel"/>
          <w:sz w:val="24"/>
          <w:szCs w:val="24"/>
        </w:rPr>
      </w:pPr>
    </w:p>
    <w:p w14:paraId="304D47ED" w14:textId="77777777" w:rsidR="0085747A" w:rsidRPr="00913D5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13D5C">
        <w:rPr>
          <w:rFonts w:ascii="Corbel" w:hAnsi="Corbel"/>
          <w:sz w:val="24"/>
          <w:szCs w:val="24"/>
        </w:rPr>
        <w:t xml:space="preserve">3.1 </w:t>
      </w:r>
      <w:r w:rsidR="00C05F44" w:rsidRPr="00913D5C">
        <w:rPr>
          <w:rFonts w:ascii="Corbel" w:hAnsi="Corbel"/>
          <w:sz w:val="24"/>
          <w:szCs w:val="24"/>
        </w:rPr>
        <w:t>Cele przedmiotu</w:t>
      </w:r>
    </w:p>
    <w:p w14:paraId="1FCD27BD" w14:textId="77777777" w:rsidR="00F83B28" w:rsidRPr="00913D5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13D5C" w14:paraId="0635850C" w14:textId="77777777" w:rsidTr="00793781">
        <w:tc>
          <w:tcPr>
            <w:tcW w:w="844" w:type="dxa"/>
            <w:vAlign w:val="center"/>
          </w:tcPr>
          <w:p w14:paraId="1C7A52EE" w14:textId="77777777" w:rsidR="0085747A" w:rsidRPr="00913D5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BCC4310" w14:textId="77777777" w:rsidR="0085747A" w:rsidRPr="00913D5C" w:rsidRDefault="003C6C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Opanowanie podstawowych zasad diagnozy</w:t>
            </w:r>
            <w:r w:rsidR="006B1CFB" w:rsidRPr="00913D5C">
              <w:rPr>
                <w:rFonts w:ascii="Corbel" w:hAnsi="Corbel"/>
                <w:b w:val="0"/>
                <w:sz w:val="24"/>
                <w:szCs w:val="24"/>
              </w:rPr>
              <w:t xml:space="preserve"> rozwoju dziecka.</w:t>
            </w:r>
          </w:p>
        </w:tc>
      </w:tr>
      <w:tr w:rsidR="0085747A" w:rsidRPr="00913D5C" w14:paraId="4B830536" w14:textId="77777777" w:rsidTr="00793781">
        <w:tc>
          <w:tcPr>
            <w:tcW w:w="844" w:type="dxa"/>
            <w:vAlign w:val="center"/>
          </w:tcPr>
          <w:p w14:paraId="4E3DD4BB" w14:textId="77777777" w:rsidR="0085747A" w:rsidRPr="00913D5C" w:rsidRDefault="00963F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16ECB1" w14:textId="77777777" w:rsidR="0085747A" w:rsidRPr="00913D5C" w:rsidRDefault="00D466C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3D5C">
              <w:rPr>
                <w:rFonts w:ascii="Corbel" w:hAnsi="Corbel"/>
                <w:b w:val="0"/>
                <w:sz w:val="24"/>
                <w:szCs w:val="24"/>
              </w:rPr>
              <w:t>Zapoznanie z metodami przydatnymi w poznaniu dziecka i jego najbliższego środowiska.</w:t>
            </w:r>
          </w:p>
        </w:tc>
      </w:tr>
    </w:tbl>
    <w:p w14:paraId="7C6BCA52" w14:textId="77777777" w:rsidR="0085747A" w:rsidRPr="00913D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3DA699" w14:textId="77777777" w:rsidR="001D7B54" w:rsidRPr="00913D5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13D5C">
        <w:rPr>
          <w:rFonts w:ascii="Corbel" w:hAnsi="Corbel"/>
          <w:b/>
          <w:sz w:val="24"/>
          <w:szCs w:val="24"/>
        </w:rPr>
        <w:t xml:space="preserve">3.2 </w:t>
      </w:r>
      <w:r w:rsidR="001D7B54" w:rsidRPr="00913D5C">
        <w:rPr>
          <w:rFonts w:ascii="Corbel" w:hAnsi="Corbel"/>
          <w:b/>
          <w:sz w:val="24"/>
          <w:szCs w:val="24"/>
        </w:rPr>
        <w:t xml:space="preserve">Efekty </w:t>
      </w:r>
      <w:r w:rsidR="00C05F44" w:rsidRPr="00913D5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13D5C">
        <w:rPr>
          <w:rFonts w:ascii="Corbel" w:hAnsi="Corbel"/>
          <w:b/>
          <w:sz w:val="24"/>
          <w:szCs w:val="24"/>
        </w:rPr>
        <w:t>dla przedmiotu</w:t>
      </w:r>
    </w:p>
    <w:p w14:paraId="2E2D0A55" w14:textId="77777777" w:rsidR="001D7B54" w:rsidRPr="00913D5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13D5C" w14:paraId="2544BD43" w14:textId="77777777" w:rsidTr="0071620A">
        <w:tc>
          <w:tcPr>
            <w:tcW w:w="1701" w:type="dxa"/>
            <w:vAlign w:val="center"/>
          </w:tcPr>
          <w:p w14:paraId="10F2350D" w14:textId="77777777" w:rsidR="0085747A" w:rsidRPr="00913D5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13D5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13D5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E9E2DA" w14:textId="77777777" w:rsidR="0085747A" w:rsidRPr="00913D5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0A8B3" w14:textId="77777777" w:rsidR="0085747A" w:rsidRPr="00913D5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13D5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13D5C" w14:paraId="5AE7235F" w14:textId="77777777" w:rsidTr="005E6E85">
        <w:tc>
          <w:tcPr>
            <w:tcW w:w="1701" w:type="dxa"/>
          </w:tcPr>
          <w:p w14:paraId="591D6BD6" w14:textId="77777777" w:rsidR="0085747A" w:rsidRPr="00913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3D5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8BEC8EE" w14:textId="7C34CFFD" w:rsidR="0085747A" w:rsidRPr="00913D5C" w:rsidRDefault="00381E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3B0A5F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70393" w:rsidRPr="00913D5C">
              <w:rPr>
                <w:rFonts w:ascii="Corbel" w:hAnsi="Corbel"/>
                <w:b w:val="0"/>
                <w:smallCaps w:val="0"/>
                <w:szCs w:val="24"/>
              </w:rPr>
              <w:t>w sposób pogłębiony z</w:t>
            </w:r>
            <w:r w:rsidR="003B0A5F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asady diagnozy rozwoju dziecka, wraz z metodami, technikami, </w:t>
            </w:r>
            <w:r w:rsidR="00770393" w:rsidRPr="00913D5C">
              <w:rPr>
                <w:rFonts w:ascii="Corbel" w:hAnsi="Corbel"/>
                <w:b w:val="0"/>
                <w:smallCaps w:val="0"/>
                <w:szCs w:val="24"/>
              </w:rPr>
              <w:t>zaawansowanymi</w:t>
            </w:r>
            <w:r w:rsidR="003B0A5F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narzędziami</w:t>
            </w:r>
            <w:r w:rsidR="00A24C6A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diagnostycznymi</w:t>
            </w:r>
            <w:r w:rsidR="005C69B8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uwzględniając </w:t>
            </w:r>
            <w:r w:rsidR="005C69B8" w:rsidRPr="00913D5C">
              <w:rPr>
                <w:rFonts w:ascii="Corbel" w:hAnsi="Corbel"/>
                <w:b w:val="0"/>
                <w:smallCaps w:val="0"/>
                <w:szCs w:val="24"/>
              </w:rPr>
              <w:t>aspekt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C69B8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rozwojowe, </w:t>
            </w:r>
            <w:r w:rsidR="005C69B8" w:rsidRPr="00913D5C">
              <w:rPr>
                <w:rFonts w:ascii="Corbel" w:hAnsi="Corbel"/>
                <w:b w:val="0"/>
                <w:smallCaps w:val="0"/>
                <w:szCs w:val="24"/>
              </w:rPr>
              <w:t>prawn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70393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69B8" w:rsidRPr="00913D5C">
              <w:rPr>
                <w:rFonts w:ascii="Corbel" w:hAnsi="Corbel"/>
                <w:b w:val="0"/>
                <w:smallCaps w:val="0"/>
                <w:szCs w:val="24"/>
              </w:rPr>
              <w:t>i etyczn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e</w:t>
            </w:r>
          </w:p>
        </w:tc>
        <w:tc>
          <w:tcPr>
            <w:tcW w:w="1873" w:type="dxa"/>
          </w:tcPr>
          <w:p w14:paraId="2A2F4AA6" w14:textId="64F8A8B6" w:rsidR="0085747A" w:rsidRPr="00913D5C" w:rsidRDefault="003B0A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734F8344" w14:textId="75A3FC02" w:rsidR="003B0A5F" w:rsidRPr="00913D5C" w:rsidRDefault="003B0A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  <w:p w14:paraId="716EC4E3" w14:textId="77777777" w:rsidR="005C69B8" w:rsidRPr="00913D5C" w:rsidRDefault="005C69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  <w:p w14:paraId="475C88FA" w14:textId="77777777" w:rsidR="00531B9A" w:rsidRPr="00913D5C" w:rsidRDefault="00531B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K_U24</w:t>
            </w:r>
          </w:p>
          <w:p w14:paraId="4C6BB40D" w14:textId="14E0EB86" w:rsidR="00531B9A" w:rsidRPr="00913D5C" w:rsidRDefault="00531B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85747A" w:rsidRPr="00913D5C" w14:paraId="6ABD8E1E" w14:textId="77777777" w:rsidTr="005E6E85">
        <w:tc>
          <w:tcPr>
            <w:tcW w:w="1701" w:type="dxa"/>
          </w:tcPr>
          <w:p w14:paraId="7044ECBE" w14:textId="77777777" w:rsidR="0085747A" w:rsidRPr="00913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3B312F" w14:textId="5F4BA98F" w:rsidR="0085747A" w:rsidRPr="00913D5C" w:rsidRDefault="00680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70393" w:rsidRPr="00913D5C">
              <w:rPr>
                <w:rFonts w:ascii="Corbel" w:hAnsi="Corbel"/>
                <w:b w:val="0"/>
                <w:smallCaps w:val="0"/>
                <w:szCs w:val="24"/>
              </w:rPr>
              <w:t>samodzielnie z</w:t>
            </w: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diagnozować, oceniać, interpretować </w:t>
            </w:r>
            <w:r w:rsidR="008858C3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i prognozować </w:t>
            </w:r>
            <w:r w:rsidRPr="00913D5C">
              <w:rPr>
                <w:rFonts w:ascii="Corbel" w:hAnsi="Corbel"/>
                <w:b w:val="0"/>
                <w:smallCaps w:val="0"/>
                <w:szCs w:val="24"/>
              </w:rPr>
              <w:t>rozwój dziecka</w:t>
            </w:r>
            <w:r w:rsidR="00770393" w:rsidRPr="00913D5C">
              <w:rPr>
                <w:rFonts w:ascii="Corbel" w:hAnsi="Corbel"/>
                <w:b w:val="0"/>
                <w:smallCaps w:val="0"/>
                <w:szCs w:val="24"/>
              </w:rPr>
              <w:t>, także korzystając z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770393" w:rsidRPr="00913D5C">
              <w:rPr>
                <w:rFonts w:ascii="Corbel" w:hAnsi="Corbel"/>
                <w:b w:val="0"/>
                <w:smallCaps w:val="0"/>
                <w:szCs w:val="24"/>
              </w:rPr>
              <w:t>specjalistycznych metod diagnostycznych</w:t>
            </w:r>
          </w:p>
        </w:tc>
        <w:tc>
          <w:tcPr>
            <w:tcW w:w="1873" w:type="dxa"/>
          </w:tcPr>
          <w:p w14:paraId="3CDA8ACD" w14:textId="77777777" w:rsidR="0085747A" w:rsidRPr="00913D5C" w:rsidRDefault="006803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70E7E" w:rsidRPr="00913D5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270BB331" w14:textId="077C6A44" w:rsidR="008858C3" w:rsidRPr="00913D5C" w:rsidRDefault="008858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3B3FB54" w14:textId="3D0380C6" w:rsidR="005C69B8" w:rsidRPr="00913D5C" w:rsidRDefault="00070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85747A" w:rsidRPr="00913D5C" w14:paraId="4EE933C5" w14:textId="77777777" w:rsidTr="005E6E85">
        <w:tc>
          <w:tcPr>
            <w:tcW w:w="1701" w:type="dxa"/>
          </w:tcPr>
          <w:p w14:paraId="0502157B" w14:textId="77777777" w:rsidR="0085747A" w:rsidRPr="00913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17875" w:rsidRPr="00913D5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FEB779" w14:textId="77777777" w:rsidR="0085747A" w:rsidRPr="00913D5C" w:rsidRDefault="007E76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Dobierze adekwatne psychologiczne </w:t>
            </w:r>
            <w:r w:rsidR="00A24C6A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metody pracy </w:t>
            </w:r>
            <w:r w:rsidR="00B41227" w:rsidRPr="00913D5C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24C6A" w:rsidRPr="00913D5C">
              <w:rPr>
                <w:rFonts w:ascii="Corbel" w:hAnsi="Corbel"/>
                <w:b w:val="0"/>
                <w:smallCaps w:val="0"/>
                <w:szCs w:val="24"/>
              </w:rPr>
              <w:t>i narzędzia diagnostyczne w relacji do dziecka</w:t>
            </w:r>
          </w:p>
        </w:tc>
        <w:tc>
          <w:tcPr>
            <w:tcW w:w="1873" w:type="dxa"/>
          </w:tcPr>
          <w:p w14:paraId="35D161BE" w14:textId="0829C0E5" w:rsidR="0085747A" w:rsidRPr="00913D5C" w:rsidRDefault="00A24C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  <w:p w14:paraId="3C9F861F" w14:textId="53CE9AFF" w:rsidR="005C69B8" w:rsidRPr="00913D5C" w:rsidRDefault="005C69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531B9A" w:rsidRPr="00913D5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373E49B" w14:textId="77777777" w:rsidR="0085747A" w:rsidRPr="00913D5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15F88E" w14:textId="77777777" w:rsidR="0085747A" w:rsidRPr="00913D5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13D5C">
        <w:rPr>
          <w:rFonts w:ascii="Corbel" w:hAnsi="Corbel"/>
          <w:b/>
          <w:sz w:val="24"/>
          <w:szCs w:val="24"/>
        </w:rPr>
        <w:t>3.3</w:t>
      </w:r>
      <w:r w:rsidR="0085747A" w:rsidRPr="00913D5C">
        <w:rPr>
          <w:rFonts w:ascii="Corbel" w:hAnsi="Corbel"/>
          <w:b/>
          <w:sz w:val="24"/>
          <w:szCs w:val="24"/>
        </w:rPr>
        <w:t>T</w:t>
      </w:r>
      <w:r w:rsidR="001D7B54" w:rsidRPr="00913D5C">
        <w:rPr>
          <w:rFonts w:ascii="Corbel" w:hAnsi="Corbel"/>
          <w:b/>
          <w:sz w:val="24"/>
          <w:szCs w:val="24"/>
        </w:rPr>
        <w:t xml:space="preserve">reści programowe </w:t>
      </w:r>
    </w:p>
    <w:p w14:paraId="15ED4F28" w14:textId="77777777" w:rsidR="00BE7D44" w:rsidRPr="00913D5C" w:rsidRDefault="00BE7D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95F09F" w14:textId="77E05018" w:rsidR="00675843" w:rsidRPr="000F4481" w:rsidRDefault="0085747A" w:rsidP="000F44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13D5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3D5C" w14:paraId="1ABB54E6" w14:textId="77777777" w:rsidTr="00923D7D">
        <w:tc>
          <w:tcPr>
            <w:tcW w:w="9639" w:type="dxa"/>
          </w:tcPr>
          <w:p w14:paraId="343CC76C" w14:textId="77777777" w:rsidR="0085747A" w:rsidRPr="00913D5C" w:rsidRDefault="0085747A" w:rsidP="000102E2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13D5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13D5C" w14:paraId="762F2396" w14:textId="77777777" w:rsidTr="00923D7D">
        <w:tc>
          <w:tcPr>
            <w:tcW w:w="9639" w:type="dxa"/>
          </w:tcPr>
          <w:p w14:paraId="1FB4CD27" w14:textId="77777777" w:rsidR="0085747A" w:rsidRPr="00913D5C" w:rsidRDefault="000A3DE3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Diagnoza </w:t>
            </w:r>
            <w:r w:rsidR="0072518C" w:rsidRPr="00913D5C">
              <w:rPr>
                <w:rFonts w:ascii="Corbel" w:hAnsi="Corbel"/>
                <w:sz w:val="24"/>
                <w:szCs w:val="24"/>
              </w:rPr>
              <w:t xml:space="preserve">rozwoju dziecka </w:t>
            </w:r>
            <w:r w:rsidRPr="00913D5C">
              <w:rPr>
                <w:rFonts w:ascii="Corbel" w:hAnsi="Corbel"/>
                <w:sz w:val="24"/>
                <w:szCs w:val="24"/>
              </w:rPr>
              <w:t>jako proces. Rodzaje diagnoz</w:t>
            </w:r>
            <w:r w:rsidR="009E5CB5" w:rsidRPr="00913D5C">
              <w:rPr>
                <w:rFonts w:ascii="Corbel" w:hAnsi="Corbel"/>
                <w:sz w:val="24"/>
                <w:szCs w:val="24"/>
              </w:rPr>
              <w:t>y.</w:t>
            </w:r>
          </w:p>
        </w:tc>
      </w:tr>
      <w:tr w:rsidR="0085747A" w:rsidRPr="00913D5C" w14:paraId="6EE0D857" w14:textId="77777777" w:rsidTr="00923D7D">
        <w:tc>
          <w:tcPr>
            <w:tcW w:w="9639" w:type="dxa"/>
          </w:tcPr>
          <w:p w14:paraId="09752A35" w14:textId="77777777" w:rsidR="0085747A" w:rsidRPr="00913D5C" w:rsidRDefault="00953DF2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Uwarunkowania procesu diagnostycznego. Kontakt diagnostyczny. Opór w procesie diagnozy. </w:t>
            </w:r>
            <w:r w:rsidR="000E33F2" w:rsidRPr="00913D5C">
              <w:rPr>
                <w:rFonts w:ascii="Corbel" w:hAnsi="Corbel"/>
                <w:sz w:val="24"/>
                <w:szCs w:val="24"/>
              </w:rPr>
              <w:t>Kompetencje diagnosty.</w:t>
            </w:r>
          </w:p>
        </w:tc>
      </w:tr>
      <w:tr w:rsidR="001D519B" w:rsidRPr="00913D5C" w14:paraId="067759D8" w14:textId="77777777" w:rsidTr="00923D7D">
        <w:tc>
          <w:tcPr>
            <w:tcW w:w="9639" w:type="dxa"/>
          </w:tcPr>
          <w:p w14:paraId="42D87E70" w14:textId="77777777" w:rsidR="001D519B" w:rsidRPr="00913D5C" w:rsidRDefault="001D519B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Błędy diagnostyczne i ich konsekwencje.</w:t>
            </w:r>
          </w:p>
        </w:tc>
      </w:tr>
      <w:tr w:rsidR="0085747A" w:rsidRPr="00913D5C" w14:paraId="4391374D" w14:textId="77777777" w:rsidTr="00923D7D">
        <w:tc>
          <w:tcPr>
            <w:tcW w:w="9639" w:type="dxa"/>
          </w:tcPr>
          <w:p w14:paraId="2BBE6E10" w14:textId="77777777" w:rsidR="0085747A" w:rsidRPr="00913D5C" w:rsidRDefault="00750BDA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D50E73" w:rsidRPr="00913D5C">
              <w:rPr>
                <w:rFonts w:ascii="Corbel" w:hAnsi="Corbel"/>
                <w:sz w:val="24"/>
                <w:szCs w:val="24"/>
              </w:rPr>
              <w:t>metody</w:t>
            </w:r>
            <w:r w:rsidRPr="00913D5C">
              <w:rPr>
                <w:rFonts w:ascii="Corbel" w:hAnsi="Corbel"/>
                <w:sz w:val="24"/>
                <w:szCs w:val="24"/>
              </w:rPr>
              <w:t xml:space="preserve"> diagnostyczne.</w:t>
            </w:r>
            <w:r w:rsidR="003406B2" w:rsidRPr="00913D5C">
              <w:rPr>
                <w:rFonts w:ascii="Corbel" w:hAnsi="Corbel"/>
                <w:sz w:val="24"/>
                <w:szCs w:val="24"/>
              </w:rPr>
              <w:t xml:space="preserve"> Diagnozowanie poszczególnych sfer rozwoju</w:t>
            </w:r>
            <w:r w:rsidR="00BF5888" w:rsidRPr="00913D5C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="003406B2" w:rsidRPr="00913D5C">
              <w:rPr>
                <w:rFonts w:ascii="Corbel" w:hAnsi="Corbel"/>
                <w:sz w:val="24"/>
                <w:szCs w:val="24"/>
              </w:rPr>
              <w:t>: motorycznej, poznawczej, emocjonalnej, społecznej.</w:t>
            </w:r>
          </w:p>
        </w:tc>
      </w:tr>
      <w:tr w:rsidR="000E33F2" w:rsidRPr="00913D5C" w14:paraId="5C1A1197" w14:textId="77777777" w:rsidTr="00923D7D">
        <w:tc>
          <w:tcPr>
            <w:tcW w:w="9639" w:type="dxa"/>
          </w:tcPr>
          <w:p w14:paraId="3503567F" w14:textId="77777777" w:rsidR="000E33F2" w:rsidRPr="00913D5C" w:rsidRDefault="00750BDA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Aspekty prawne i etyczne</w:t>
            </w:r>
            <w:r w:rsidR="005A3F5E" w:rsidRPr="00913D5C">
              <w:rPr>
                <w:rFonts w:ascii="Corbel" w:hAnsi="Corbel"/>
                <w:sz w:val="24"/>
                <w:szCs w:val="24"/>
              </w:rPr>
              <w:t xml:space="preserve"> psychologicznej diagnozy rozwoju dziecka.</w:t>
            </w:r>
            <w:r w:rsidR="008E7CE6" w:rsidRPr="00913D5C">
              <w:rPr>
                <w:rFonts w:ascii="Corbel" w:hAnsi="Corbel"/>
                <w:sz w:val="24"/>
                <w:szCs w:val="24"/>
              </w:rPr>
              <w:t xml:space="preserve"> Przekazywanie informacji diagnostycznych </w:t>
            </w:r>
            <w:r w:rsidR="00EF2AE0" w:rsidRPr="00913D5C">
              <w:rPr>
                <w:rFonts w:ascii="Corbel" w:hAnsi="Corbel"/>
                <w:sz w:val="24"/>
                <w:szCs w:val="24"/>
              </w:rPr>
              <w:t>rodzicom, opiekunom i nauczycielom badanych dzieci.</w:t>
            </w:r>
          </w:p>
        </w:tc>
      </w:tr>
    </w:tbl>
    <w:p w14:paraId="6F21A452" w14:textId="77777777" w:rsidR="0085747A" w:rsidRPr="00913D5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A9CF27" w14:textId="72847B9E" w:rsidR="0085747A" w:rsidRPr="00913D5C" w:rsidRDefault="0085747A" w:rsidP="000F44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3D5C">
        <w:rPr>
          <w:rFonts w:ascii="Corbel" w:hAnsi="Corbel"/>
          <w:sz w:val="24"/>
          <w:szCs w:val="24"/>
        </w:rPr>
        <w:t xml:space="preserve">Problematyka </w:t>
      </w:r>
      <w:r w:rsidR="00531B9A" w:rsidRPr="00913D5C">
        <w:rPr>
          <w:rFonts w:ascii="Corbel" w:hAnsi="Corbel"/>
          <w:sz w:val="24"/>
          <w:szCs w:val="24"/>
        </w:rPr>
        <w:t>warsztatów</w:t>
      </w:r>
      <w:r w:rsidRPr="00913D5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3D5C" w14:paraId="288A432D" w14:textId="77777777" w:rsidTr="00241AD8">
        <w:tc>
          <w:tcPr>
            <w:tcW w:w="9520" w:type="dxa"/>
          </w:tcPr>
          <w:p w14:paraId="482758E6" w14:textId="77777777" w:rsidR="0085747A" w:rsidRPr="00913D5C" w:rsidRDefault="0085747A" w:rsidP="000102E2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13D5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13D5C" w14:paraId="3D1E6940" w14:textId="77777777" w:rsidTr="00241AD8">
        <w:tc>
          <w:tcPr>
            <w:tcW w:w="9520" w:type="dxa"/>
          </w:tcPr>
          <w:p w14:paraId="5B3FE419" w14:textId="77777777" w:rsidR="0085747A" w:rsidRPr="00913D5C" w:rsidRDefault="00E52B85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Poznanie </w:t>
            </w:r>
            <w:r w:rsidR="00241AD8" w:rsidRPr="00913D5C">
              <w:rPr>
                <w:rFonts w:ascii="Corbel" w:hAnsi="Corbel"/>
                <w:sz w:val="24"/>
                <w:szCs w:val="24"/>
              </w:rPr>
              <w:t>wybranych</w:t>
            </w:r>
            <w:r w:rsidRPr="00913D5C">
              <w:rPr>
                <w:rFonts w:ascii="Corbel" w:hAnsi="Corbel"/>
                <w:sz w:val="24"/>
                <w:szCs w:val="24"/>
              </w:rPr>
              <w:t xml:space="preserve"> narzędzi diagnozy psychologicznej dzieci i młodzieży oraz ich podstaw teoretycznych</w:t>
            </w:r>
            <w:r w:rsidR="00381EA7" w:rsidRPr="00913D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EC8" w:rsidRPr="00913D5C" w14:paraId="0DBC0988" w14:textId="77777777" w:rsidTr="00241AD8">
        <w:tc>
          <w:tcPr>
            <w:tcW w:w="9520" w:type="dxa"/>
          </w:tcPr>
          <w:p w14:paraId="52B891BE" w14:textId="77777777" w:rsidR="00241EC8" w:rsidRPr="00913D5C" w:rsidRDefault="00241EC8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Specyfika diagnozy dzieci i młodzieży</w:t>
            </w:r>
            <w:r w:rsidR="00381EA7" w:rsidRPr="00913D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AD8" w:rsidRPr="00913D5C" w14:paraId="32B4F64A" w14:textId="77777777" w:rsidTr="00241AD8">
        <w:tc>
          <w:tcPr>
            <w:tcW w:w="9520" w:type="dxa"/>
          </w:tcPr>
          <w:p w14:paraId="01C66247" w14:textId="77777777" w:rsidR="00241AD8" w:rsidRPr="00913D5C" w:rsidRDefault="00241AD8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Obserwacja jako metoda diagnozy psychologicznej</w:t>
            </w:r>
            <w:r w:rsidR="00381EA7" w:rsidRPr="00913D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AD8" w:rsidRPr="00913D5C" w14:paraId="73EEBAB9" w14:textId="77777777" w:rsidTr="00241AD8">
        <w:tc>
          <w:tcPr>
            <w:tcW w:w="9520" w:type="dxa"/>
          </w:tcPr>
          <w:p w14:paraId="63594D13" w14:textId="77777777" w:rsidR="00241AD8" w:rsidRPr="00913D5C" w:rsidRDefault="00241AD8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Badanie technikami kwestionariuszowymi</w:t>
            </w:r>
            <w:r w:rsidR="00381EA7" w:rsidRPr="00913D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AD8" w:rsidRPr="00913D5C" w14:paraId="10C96557" w14:textId="77777777" w:rsidTr="00241AD8">
        <w:tc>
          <w:tcPr>
            <w:tcW w:w="9520" w:type="dxa"/>
          </w:tcPr>
          <w:p w14:paraId="287E4FD5" w14:textId="77777777" w:rsidR="00241AD8" w:rsidRPr="00913D5C" w:rsidRDefault="00241EC8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Diagnoza psychologiczna dzieci z wykorzystaniem standardowych testów psychologicznych</w:t>
            </w:r>
            <w:r w:rsidR="00381EA7" w:rsidRPr="00913D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AD8" w:rsidRPr="00913D5C" w14:paraId="7E3D0C64" w14:textId="77777777" w:rsidTr="00241AD8">
        <w:tc>
          <w:tcPr>
            <w:tcW w:w="9520" w:type="dxa"/>
          </w:tcPr>
          <w:p w14:paraId="19416E9C" w14:textId="77777777" w:rsidR="00241AD8" w:rsidRPr="00913D5C" w:rsidRDefault="00241EC8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lastRenderedPageBreak/>
              <w:t>Wywiad rozwojowy z opiekunami</w:t>
            </w:r>
            <w:r w:rsidR="00381EA7" w:rsidRPr="00913D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EC8" w:rsidRPr="00913D5C" w14:paraId="40D9FB6E" w14:textId="77777777" w:rsidTr="00241AD8">
        <w:tc>
          <w:tcPr>
            <w:tcW w:w="9520" w:type="dxa"/>
          </w:tcPr>
          <w:p w14:paraId="0711619A" w14:textId="77777777" w:rsidR="00241EC8" w:rsidRPr="00913D5C" w:rsidRDefault="00241EC8" w:rsidP="000102E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Opinia psychologiczna – analiza przygotowanych diagnoz psychologicznych</w:t>
            </w:r>
            <w:r w:rsidR="00381EA7" w:rsidRPr="00913D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58F846E" w14:textId="77777777" w:rsidR="0085747A" w:rsidRPr="00913D5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D81ECA" w14:textId="77777777" w:rsidR="0085747A" w:rsidRPr="00913D5C" w:rsidRDefault="009F4610" w:rsidP="000102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>3.4 Metody dydaktyczne</w:t>
      </w:r>
    </w:p>
    <w:p w14:paraId="17221961" w14:textId="77777777" w:rsidR="00E8079E" w:rsidRPr="00913D5C" w:rsidRDefault="00E8079E" w:rsidP="00E8079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13D5C">
        <w:rPr>
          <w:rFonts w:ascii="Corbel" w:hAnsi="Corbel"/>
          <w:b w:val="0"/>
          <w:iCs/>
          <w:smallCaps w:val="0"/>
          <w:szCs w:val="24"/>
        </w:rPr>
        <w:t xml:space="preserve">Wykład: wykład problemowy, wykład z prezentacją multimedialną, metody kształcenia na odległość (wykład z wykorzystaniem </w:t>
      </w:r>
      <w:r w:rsidR="00381EA7" w:rsidRPr="00913D5C">
        <w:rPr>
          <w:rFonts w:ascii="Corbel" w:hAnsi="Corbel"/>
          <w:b w:val="0"/>
          <w:iCs/>
          <w:smallCaps w:val="0"/>
          <w:szCs w:val="24"/>
        </w:rPr>
        <w:t xml:space="preserve">aplikacji </w:t>
      </w:r>
      <w:r w:rsidRPr="00913D5C">
        <w:rPr>
          <w:rFonts w:ascii="Corbel" w:hAnsi="Corbel"/>
          <w:b w:val="0"/>
          <w:iCs/>
          <w:smallCaps w:val="0"/>
          <w:szCs w:val="24"/>
        </w:rPr>
        <w:t>MS Teams).</w:t>
      </w:r>
    </w:p>
    <w:p w14:paraId="12346A98" w14:textId="7BCD2939" w:rsidR="0085747A" w:rsidRPr="00913D5C" w:rsidRDefault="007A5FCA" w:rsidP="000102E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13D5C">
        <w:rPr>
          <w:rFonts w:ascii="Corbel" w:hAnsi="Corbel"/>
          <w:b w:val="0"/>
          <w:iCs/>
          <w:smallCaps w:val="0"/>
          <w:szCs w:val="24"/>
        </w:rPr>
        <w:t>Warsztaty</w:t>
      </w:r>
      <w:r w:rsidR="00E8079E" w:rsidRPr="00913D5C">
        <w:rPr>
          <w:rFonts w:ascii="Corbel" w:hAnsi="Corbel"/>
          <w:b w:val="0"/>
          <w:iCs/>
          <w:smallCaps w:val="0"/>
          <w:szCs w:val="24"/>
        </w:rPr>
        <w:t>: analiza tekstów z dyskusją, praca w grupach (burza mózgów, dyskusja), studium przypadku.</w:t>
      </w:r>
    </w:p>
    <w:p w14:paraId="7FEA0036" w14:textId="77777777" w:rsidR="00E960BB" w:rsidRPr="00913D5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172442" w14:textId="77777777" w:rsidR="0085747A" w:rsidRPr="00913D5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 xml:space="preserve">4. </w:t>
      </w:r>
      <w:r w:rsidR="0085747A" w:rsidRPr="00913D5C">
        <w:rPr>
          <w:rFonts w:ascii="Corbel" w:hAnsi="Corbel"/>
          <w:smallCaps w:val="0"/>
          <w:szCs w:val="24"/>
        </w:rPr>
        <w:t>METODY I KRYTERIA OCENY</w:t>
      </w:r>
    </w:p>
    <w:p w14:paraId="45D6CF91" w14:textId="77777777" w:rsidR="00923D7D" w:rsidRPr="00913D5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5D47A" w14:textId="77777777" w:rsidR="0085747A" w:rsidRPr="00913D5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13D5C">
        <w:rPr>
          <w:rFonts w:ascii="Corbel" w:hAnsi="Corbel"/>
          <w:smallCaps w:val="0"/>
          <w:szCs w:val="24"/>
        </w:rPr>
        <w:t>uczenia się</w:t>
      </w:r>
    </w:p>
    <w:p w14:paraId="78152E40" w14:textId="77777777" w:rsidR="0085747A" w:rsidRPr="00913D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13D5C" w14:paraId="0E37B18B" w14:textId="77777777" w:rsidTr="00C05F44">
        <w:tc>
          <w:tcPr>
            <w:tcW w:w="1985" w:type="dxa"/>
            <w:vAlign w:val="center"/>
          </w:tcPr>
          <w:p w14:paraId="5F9C3699" w14:textId="77777777" w:rsidR="0085747A" w:rsidRPr="00913D5C" w:rsidRDefault="0071620A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77469" w14:textId="77777777" w:rsidR="0085747A" w:rsidRPr="00913D5C" w:rsidRDefault="00F974DA" w:rsidP="000102E2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3D5C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7869980A" w14:textId="77777777" w:rsidR="0085747A" w:rsidRPr="00913D5C" w:rsidRDefault="009F4610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913D5C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FAA4CF" w14:textId="77777777" w:rsidR="00923D7D" w:rsidRPr="00913D5C" w:rsidRDefault="0085747A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B913F56" w14:textId="77777777" w:rsidR="0085747A" w:rsidRPr="00913D5C" w:rsidRDefault="0085747A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85747A" w:rsidRPr="00913D5C" w14:paraId="2AAA77D2" w14:textId="77777777" w:rsidTr="00C05F44">
        <w:tc>
          <w:tcPr>
            <w:tcW w:w="1985" w:type="dxa"/>
          </w:tcPr>
          <w:p w14:paraId="09A2D92C" w14:textId="77777777" w:rsidR="0085747A" w:rsidRPr="00913D5C" w:rsidRDefault="00B41227" w:rsidP="000102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EK</w:t>
            </w:r>
            <w:r w:rsidR="0085747A" w:rsidRPr="00913D5C">
              <w:rPr>
                <w:rFonts w:ascii="Corbel" w:hAnsi="Corbel"/>
                <w:sz w:val="24"/>
                <w:szCs w:val="24"/>
              </w:rPr>
              <w:t xml:space="preserve">_01 </w:t>
            </w:r>
          </w:p>
        </w:tc>
        <w:tc>
          <w:tcPr>
            <w:tcW w:w="5528" w:type="dxa"/>
          </w:tcPr>
          <w:p w14:paraId="47721EE3" w14:textId="77777777" w:rsidR="0085747A" w:rsidRPr="00913D5C" w:rsidRDefault="00AF42FA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e</w:t>
            </w:r>
            <w:r w:rsidR="008B5FFD" w:rsidRPr="00913D5C">
              <w:rPr>
                <w:rFonts w:ascii="Corbel" w:hAnsi="Corbel"/>
                <w:sz w:val="24"/>
                <w:szCs w:val="24"/>
              </w:rPr>
              <w:t>gzamin, kolokwium</w:t>
            </w:r>
          </w:p>
        </w:tc>
        <w:tc>
          <w:tcPr>
            <w:tcW w:w="2126" w:type="dxa"/>
          </w:tcPr>
          <w:p w14:paraId="0017C342" w14:textId="39CB897B" w:rsidR="0085747A" w:rsidRPr="00913D5C" w:rsidRDefault="008B5FFD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w, </w:t>
            </w:r>
            <w:r w:rsidR="007A5FCA" w:rsidRPr="00913D5C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85747A" w:rsidRPr="00913D5C" w14:paraId="130198A1" w14:textId="77777777" w:rsidTr="00C05F44">
        <w:tc>
          <w:tcPr>
            <w:tcW w:w="1985" w:type="dxa"/>
          </w:tcPr>
          <w:p w14:paraId="68C379A5" w14:textId="77777777" w:rsidR="0085747A" w:rsidRPr="00913D5C" w:rsidRDefault="0085747A" w:rsidP="000102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E</w:t>
            </w:r>
            <w:r w:rsidR="00B41227" w:rsidRPr="00913D5C">
              <w:rPr>
                <w:rFonts w:ascii="Corbel" w:hAnsi="Corbel"/>
                <w:sz w:val="24"/>
                <w:szCs w:val="24"/>
              </w:rPr>
              <w:t>K</w:t>
            </w:r>
            <w:r w:rsidRPr="00913D5C">
              <w:rPr>
                <w:rFonts w:ascii="Corbel" w:hAnsi="Corbel"/>
                <w:sz w:val="24"/>
                <w:szCs w:val="24"/>
              </w:rPr>
              <w:t>_02</w:t>
            </w:r>
          </w:p>
        </w:tc>
        <w:tc>
          <w:tcPr>
            <w:tcW w:w="5528" w:type="dxa"/>
          </w:tcPr>
          <w:p w14:paraId="2E1EABEC" w14:textId="77777777" w:rsidR="0085747A" w:rsidRPr="00913D5C" w:rsidRDefault="00FA4EB6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69B655AC" w14:textId="28A18128" w:rsidR="0085747A" w:rsidRPr="00913D5C" w:rsidRDefault="007A5FCA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49261A" w:rsidRPr="00913D5C" w14:paraId="68DCEC4A" w14:textId="77777777" w:rsidTr="00C05F44">
        <w:tc>
          <w:tcPr>
            <w:tcW w:w="1985" w:type="dxa"/>
          </w:tcPr>
          <w:p w14:paraId="3F49169B" w14:textId="77777777" w:rsidR="0049261A" w:rsidRPr="00913D5C" w:rsidRDefault="0049261A" w:rsidP="000102E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71F50209" w14:textId="77777777" w:rsidR="0049261A" w:rsidRPr="00913D5C" w:rsidRDefault="00FA4EB6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5F5C0948" w14:textId="6E8F451F" w:rsidR="0049261A" w:rsidRPr="00913D5C" w:rsidRDefault="007A5FCA" w:rsidP="000102E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7E61CA9D" w14:textId="77777777" w:rsidR="00923D7D" w:rsidRPr="00913D5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6F348" w14:textId="77777777" w:rsidR="0085747A" w:rsidRPr="00913D5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 xml:space="preserve">4.2 </w:t>
      </w:r>
      <w:r w:rsidR="0085747A" w:rsidRPr="00913D5C">
        <w:rPr>
          <w:rFonts w:ascii="Corbel" w:hAnsi="Corbel"/>
          <w:smallCaps w:val="0"/>
          <w:szCs w:val="24"/>
        </w:rPr>
        <w:t>Warunki zaliczenia przedmiotu (kryteria oceniania)</w:t>
      </w:r>
    </w:p>
    <w:p w14:paraId="07CFC995" w14:textId="77777777" w:rsidR="00923D7D" w:rsidRPr="00913D5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3D5C" w14:paraId="50326B31" w14:textId="77777777" w:rsidTr="00923D7D">
        <w:tc>
          <w:tcPr>
            <w:tcW w:w="9670" w:type="dxa"/>
          </w:tcPr>
          <w:p w14:paraId="497503FD" w14:textId="77777777" w:rsidR="00457E0E" w:rsidRPr="00913D5C" w:rsidRDefault="00457E0E" w:rsidP="000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Wykład: egzamin pisemny w formie testu (poprawna odpowiedź na minimum </w:t>
            </w:r>
            <w:r w:rsidR="000102E2" w:rsidRPr="00913D5C">
              <w:rPr>
                <w:rFonts w:ascii="Corbel" w:hAnsi="Corbel"/>
                <w:b w:val="0"/>
                <w:smallCaps w:val="0"/>
                <w:szCs w:val="24"/>
              </w:rPr>
              <w:t>60% pytań testowych).</w:t>
            </w:r>
          </w:p>
          <w:p w14:paraId="2926D6DB" w14:textId="77777777" w:rsidR="00BC4AEF" w:rsidRPr="00913D5C" w:rsidRDefault="00BC4AEF" w:rsidP="000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D5025" w14:textId="77777777" w:rsidR="00BC4AEF" w:rsidRPr="00913D5C" w:rsidRDefault="00BC4AEF" w:rsidP="00BC4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ocena5.0 – wykazuje znajomość treści kształcenia na poziomie 93%-100% </w:t>
            </w:r>
            <w:r w:rsidRPr="00913D5C">
              <w:rPr>
                <w:rStyle w:val="x4k7w5x"/>
                <w:rFonts w:ascii="Corbel" w:hAnsi="Corbel"/>
                <w:b w:val="0"/>
                <w:smallCaps w:val="0"/>
              </w:rPr>
              <w:t>(znakomita wiedza)</w:t>
            </w:r>
          </w:p>
          <w:p w14:paraId="63C88B4F" w14:textId="77777777" w:rsidR="00BC4AEF" w:rsidRPr="00913D5C" w:rsidRDefault="00BC4AEF" w:rsidP="00BC4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treści kształcenia na poziomie 85%-92% </w:t>
            </w:r>
            <w:r w:rsidRPr="00913D5C">
              <w:rPr>
                <w:rStyle w:val="x4k7w5x"/>
                <w:rFonts w:ascii="Corbel" w:hAnsi="Corbel"/>
                <w:b w:val="0"/>
                <w:smallCaps w:val="0"/>
              </w:rPr>
              <w:t>(bardzo dobry poziom wiedzy z drobnymi błędami)</w:t>
            </w:r>
          </w:p>
          <w:p w14:paraId="1F9536CF" w14:textId="77777777" w:rsidR="00BC4AEF" w:rsidRPr="00913D5C" w:rsidRDefault="00BC4AEF" w:rsidP="00BC4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ocena 4.0 – wykazuje znajomość treści kształcenia na poziomie 77%-84% </w:t>
            </w:r>
            <w:r w:rsidRPr="00913D5C">
              <w:rPr>
                <w:rStyle w:val="x4k7w5x"/>
                <w:rFonts w:ascii="Corbel" w:hAnsi="Corbel"/>
                <w:b w:val="0"/>
                <w:smallCaps w:val="0"/>
              </w:rPr>
              <w:t>(dobry poziom wiedzy, z pewnymi niedociągnięciami)</w:t>
            </w:r>
          </w:p>
          <w:p w14:paraId="3A646643" w14:textId="77777777" w:rsidR="00BC4AEF" w:rsidRPr="00913D5C" w:rsidRDefault="00BC4AEF" w:rsidP="00BC4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ocena 3.5 – wykazuje znajomość treści kształcenia na poziomie 69%-76% </w:t>
            </w:r>
            <w:r w:rsidRPr="00913D5C">
              <w:rPr>
                <w:rStyle w:val="x4k7w5x"/>
                <w:rFonts w:ascii="Corbel" w:hAnsi="Corbel"/>
                <w:b w:val="0"/>
                <w:smallCaps w:val="0"/>
              </w:rPr>
              <w:t>(zadowalająca wiedza, z niewielką liczbą błędów)</w:t>
            </w:r>
          </w:p>
          <w:p w14:paraId="38B3E19F" w14:textId="77777777" w:rsidR="00BC4AEF" w:rsidRPr="00913D5C" w:rsidRDefault="00BC4AEF" w:rsidP="00BC4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ocena 3.0 – wykazuje znajomość treści kształcenia na poziomie 60%-68% </w:t>
            </w:r>
            <w:r w:rsidRPr="00913D5C">
              <w:rPr>
                <w:rStyle w:val="x4k7w5x"/>
                <w:rFonts w:ascii="Corbel" w:hAnsi="Corbel"/>
                <w:b w:val="0"/>
                <w:smallCaps w:val="0"/>
              </w:rPr>
              <w:t>(zadowalająca wiedza z licznymi błędami)</w:t>
            </w:r>
          </w:p>
          <w:p w14:paraId="18723F28" w14:textId="09019CB1" w:rsidR="00BC4AEF" w:rsidRPr="00913D5C" w:rsidRDefault="00BC4AEF" w:rsidP="00BC4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ocena 2.0 – wykazuje znajomość treści kształcenia poniżej 60%; </w:t>
            </w:r>
            <w:r w:rsidRPr="00913D5C">
              <w:rPr>
                <w:rStyle w:val="x4k7w5x"/>
                <w:rFonts w:ascii="Corbel" w:hAnsi="Corbel"/>
                <w:b w:val="0"/>
                <w:smallCaps w:val="0"/>
              </w:rPr>
              <w:t>(niezadowalająca wiedza, liczne błędy)</w:t>
            </w:r>
          </w:p>
          <w:p w14:paraId="13163D41" w14:textId="21894FF3" w:rsidR="00FE0470" w:rsidRPr="00913D5C" w:rsidRDefault="00FE0470" w:rsidP="00FE047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A21EE4" w:rsidRPr="00913D5C">
              <w:rPr>
                <w:rFonts w:ascii="Corbel" w:hAnsi="Corbel"/>
                <w:b w:val="0"/>
                <w:smallCaps w:val="0"/>
                <w:szCs w:val="24"/>
              </w:rPr>
              <w:t>warsztatów</w:t>
            </w: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738916F" w14:textId="13AE7CCF" w:rsidR="00FE0470" w:rsidRPr="00913D5C" w:rsidRDefault="00FE0470" w:rsidP="00B554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Wykonanie ćwiczeń indywidualnie oraz grupowo podczas zajęć</w:t>
            </w:r>
            <w:r w:rsidR="00A21EE4" w:rsidRPr="00913D5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304078" w14:textId="67391383" w:rsidR="00FE0470" w:rsidRPr="00913D5C" w:rsidRDefault="00FE0470" w:rsidP="00B554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Ocena zadania wykonanego indywidualnie i w grupach podczas </w:t>
            </w:r>
            <w:r w:rsidR="00A21EE4" w:rsidRPr="00913D5C">
              <w:rPr>
                <w:rFonts w:ascii="Corbel" w:hAnsi="Corbel"/>
                <w:b w:val="0"/>
                <w:smallCaps w:val="0"/>
                <w:szCs w:val="24"/>
              </w:rPr>
              <w:t>warsztatów</w:t>
            </w: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oraz odpowiedzi udzielanych na pytania w trakcie </w:t>
            </w:r>
            <w:r w:rsidR="00A21EE4" w:rsidRPr="00913D5C">
              <w:rPr>
                <w:rFonts w:ascii="Corbel" w:hAnsi="Corbel"/>
                <w:b w:val="0"/>
                <w:smallCaps w:val="0"/>
                <w:szCs w:val="24"/>
              </w:rPr>
              <w:t>zajęć.</w:t>
            </w:r>
          </w:p>
          <w:p w14:paraId="39E984D9" w14:textId="2A712472" w:rsidR="00FE0470" w:rsidRPr="00913D5C" w:rsidRDefault="00E3694A" w:rsidP="00B554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Praca pisemna: o</w:t>
            </w:r>
            <w:r w:rsidR="00FE0470" w:rsidRPr="00913D5C">
              <w:rPr>
                <w:rFonts w:ascii="Corbel" w:hAnsi="Corbel"/>
                <w:b w:val="0"/>
                <w:smallCaps w:val="0"/>
                <w:szCs w:val="24"/>
              </w:rPr>
              <w:t>cena przeprowadzonego badania diagnostycznego wybranego obszaru funkcjonowania dziecka i przygotowanie na jego podstawie opinii psychologicznej.</w:t>
            </w:r>
          </w:p>
          <w:p w14:paraId="0FDB73BF" w14:textId="34D2C30A" w:rsidR="00FE0470" w:rsidRPr="00913D5C" w:rsidRDefault="00FE0470" w:rsidP="00B554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Wykonanie zadania </w:t>
            </w:r>
            <w:r w:rsidR="00A21EE4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poza zajęciami </w:t>
            </w:r>
            <w:r w:rsidRPr="00913D5C">
              <w:rPr>
                <w:rFonts w:ascii="Corbel" w:hAnsi="Corbel"/>
                <w:b w:val="0"/>
                <w:smallCaps w:val="0"/>
                <w:szCs w:val="24"/>
              </w:rPr>
              <w:t>– przeprowadzenie analizy i interpretacji wyników badania psychologicznego</w:t>
            </w:r>
            <w:r w:rsidR="006B651C"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 oraz opracowanie arkusza obserwacji dziecka. </w:t>
            </w:r>
          </w:p>
          <w:p w14:paraId="1161C771" w14:textId="77777777" w:rsidR="007A5FC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547D1C" w14:textId="7D53C2B6" w:rsidR="007A5FC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Kryterium oceny dla pracy pisemnej:</w:t>
            </w:r>
          </w:p>
          <w:p w14:paraId="41506607" w14:textId="77777777" w:rsidR="007A5FC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4466DFA0" w14:textId="77777777" w:rsidR="007A5FC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4.5 – wykazuje znajomość treści kształcenia na poziomie 85%-92% (bardzo dobry poziom wiedzy z drobnymi błędami)</w:t>
            </w:r>
          </w:p>
          <w:p w14:paraId="399DE919" w14:textId="77777777" w:rsidR="007A5FC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7A04341A" w14:textId="77777777" w:rsidR="007A5FC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0E4FC95A" w14:textId="77777777" w:rsidR="007A5FC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541BF929" w14:textId="25EC3792" w:rsidR="0085747A" w:rsidRPr="00913D5C" w:rsidRDefault="007A5FCA" w:rsidP="007A5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ocena 2.0 – wykazuje znajomość treści kształcenia poniżej 60%; (niezadowalająca wiedza, liczne błędy)</w:t>
            </w:r>
          </w:p>
        </w:tc>
      </w:tr>
    </w:tbl>
    <w:p w14:paraId="394713B6" w14:textId="77777777" w:rsidR="0085747A" w:rsidRPr="00913D5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C0FF2" w14:textId="77777777" w:rsidR="00244904" w:rsidRPr="00913D5C" w:rsidRDefault="0024490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D8CA729" w14:textId="77777777" w:rsidR="009F4610" w:rsidRPr="00913D5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13D5C">
        <w:rPr>
          <w:rFonts w:ascii="Corbel" w:hAnsi="Corbel"/>
          <w:b/>
          <w:sz w:val="24"/>
          <w:szCs w:val="24"/>
        </w:rPr>
        <w:t xml:space="preserve">5. </w:t>
      </w:r>
      <w:r w:rsidR="00C61DC5" w:rsidRPr="00913D5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13D5C" w14:paraId="7CC457C6" w14:textId="77777777" w:rsidTr="00DA5C26">
        <w:tc>
          <w:tcPr>
            <w:tcW w:w="4902" w:type="dxa"/>
            <w:vAlign w:val="center"/>
          </w:tcPr>
          <w:p w14:paraId="67F58744" w14:textId="77777777" w:rsidR="0085747A" w:rsidRPr="00913D5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3D5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13D5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13D5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1531E75" w14:textId="1DE4E1CF" w:rsidR="0085747A" w:rsidRPr="00913D5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3D5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13D5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448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13D5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A5C26" w:rsidRPr="00913D5C" w14:paraId="0677EF18" w14:textId="77777777" w:rsidTr="00DA5C26">
        <w:tc>
          <w:tcPr>
            <w:tcW w:w="4902" w:type="dxa"/>
          </w:tcPr>
          <w:p w14:paraId="13684F01" w14:textId="127B23CB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23AB8772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A5C26" w:rsidRPr="00913D5C" w14:paraId="41621E32" w14:textId="77777777" w:rsidTr="00DA5C26">
        <w:tc>
          <w:tcPr>
            <w:tcW w:w="4902" w:type="dxa"/>
          </w:tcPr>
          <w:p w14:paraId="421C148E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A4D6533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- udział w konsultacjach, </w:t>
            </w:r>
          </w:p>
          <w:p w14:paraId="163038A9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618" w:type="dxa"/>
          </w:tcPr>
          <w:p w14:paraId="52FA6AC8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DF6E1E" w14:textId="77777777" w:rsidR="007E37AD" w:rsidRPr="00913D5C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1</w:t>
            </w:r>
            <w:r w:rsidR="00B41227" w:rsidRPr="00913D5C">
              <w:rPr>
                <w:rFonts w:ascii="Corbel" w:hAnsi="Corbel"/>
                <w:sz w:val="24"/>
                <w:szCs w:val="24"/>
              </w:rPr>
              <w:t>0</w:t>
            </w:r>
          </w:p>
          <w:p w14:paraId="75907193" w14:textId="77777777" w:rsidR="007E37AD" w:rsidRPr="00913D5C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A5C26" w:rsidRPr="00913D5C" w14:paraId="241C8685" w14:textId="77777777" w:rsidTr="00DA5C26">
        <w:tc>
          <w:tcPr>
            <w:tcW w:w="4902" w:type="dxa"/>
          </w:tcPr>
          <w:p w14:paraId="6C2D3F80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EE9FB73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- przygotowanie do zajęć, </w:t>
            </w:r>
          </w:p>
          <w:p w14:paraId="11603EA0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- przygotowanie do egzaminu, </w:t>
            </w:r>
          </w:p>
          <w:p w14:paraId="344F3D6B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- napisanie pracy pisemnej</w:t>
            </w:r>
          </w:p>
        </w:tc>
        <w:tc>
          <w:tcPr>
            <w:tcW w:w="4618" w:type="dxa"/>
          </w:tcPr>
          <w:p w14:paraId="5EF3FBAD" w14:textId="77777777" w:rsidR="00DA5C26" w:rsidRPr="00913D5C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0AF277" w14:textId="77777777" w:rsidR="007E37AD" w:rsidRPr="00913D5C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04982C" w14:textId="77777777" w:rsidR="007E37AD" w:rsidRPr="00913D5C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15</w:t>
            </w:r>
          </w:p>
          <w:p w14:paraId="474E9AC3" w14:textId="77777777" w:rsidR="007E37AD" w:rsidRPr="00913D5C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1</w:t>
            </w:r>
            <w:r w:rsidR="00B41227" w:rsidRPr="00913D5C">
              <w:rPr>
                <w:rFonts w:ascii="Corbel" w:hAnsi="Corbel"/>
                <w:sz w:val="24"/>
                <w:szCs w:val="24"/>
              </w:rPr>
              <w:t>3</w:t>
            </w:r>
          </w:p>
          <w:p w14:paraId="2D940F52" w14:textId="77777777" w:rsidR="007E37AD" w:rsidRPr="00913D5C" w:rsidRDefault="00B41227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13D5C" w14:paraId="4E05994D" w14:textId="77777777" w:rsidTr="00DA5C26">
        <w:tc>
          <w:tcPr>
            <w:tcW w:w="4902" w:type="dxa"/>
          </w:tcPr>
          <w:p w14:paraId="75616BF6" w14:textId="77777777" w:rsidR="0085747A" w:rsidRPr="00913D5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77BFCB" w14:textId="77777777" w:rsidR="0085747A" w:rsidRPr="00913D5C" w:rsidRDefault="00B41227" w:rsidP="00E45E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13D5C" w14:paraId="22D0CD2B" w14:textId="77777777" w:rsidTr="00DA5C26">
        <w:tc>
          <w:tcPr>
            <w:tcW w:w="4902" w:type="dxa"/>
          </w:tcPr>
          <w:p w14:paraId="47D6EE8C" w14:textId="77777777" w:rsidR="0085747A" w:rsidRPr="00913D5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13D5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B8A46F4" w14:textId="77777777" w:rsidR="0085747A" w:rsidRPr="00913D5C" w:rsidRDefault="00B41227" w:rsidP="00E45E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6EE23A" w14:textId="77777777" w:rsidR="0016230F" w:rsidRPr="00B169DF" w:rsidRDefault="0016230F" w:rsidP="00162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DDDEF5" w14:textId="77777777" w:rsidR="003E1941" w:rsidRPr="00913D5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F3F62" w14:textId="77777777" w:rsidR="005A3F5E" w:rsidRPr="00913D5C" w:rsidRDefault="005A3F5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EF7F65" w14:textId="77777777" w:rsidR="0085747A" w:rsidRPr="00913D5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 xml:space="preserve">6. </w:t>
      </w:r>
      <w:r w:rsidR="0085747A" w:rsidRPr="00913D5C">
        <w:rPr>
          <w:rFonts w:ascii="Corbel" w:hAnsi="Corbel"/>
          <w:smallCaps w:val="0"/>
          <w:szCs w:val="24"/>
        </w:rPr>
        <w:t>PRAKTYKI ZAWO</w:t>
      </w:r>
      <w:r w:rsidR="009D3F3B" w:rsidRPr="00913D5C">
        <w:rPr>
          <w:rFonts w:ascii="Corbel" w:hAnsi="Corbel"/>
          <w:smallCaps w:val="0"/>
          <w:szCs w:val="24"/>
        </w:rPr>
        <w:t>DOWE W RAMACH PRZEDMIOTU</w:t>
      </w:r>
    </w:p>
    <w:p w14:paraId="21F73C01" w14:textId="77777777" w:rsidR="0085747A" w:rsidRPr="00913D5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990"/>
      </w:tblGrid>
      <w:tr w:rsidR="0085747A" w:rsidRPr="00913D5C" w14:paraId="41489033" w14:textId="77777777" w:rsidTr="000102E2">
        <w:trPr>
          <w:trHeight w:val="397"/>
        </w:trPr>
        <w:tc>
          <w:tcPr>
            <w:tcW w:w="4507" w:type="dxa"/>
          </w:tcPr>
          <w:p w14:paraId="24C5C503" w14:textId="77777777" w:rsidR="0085747A" w:rsidRPr="00913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5223C4FA" w14:textId="77777777" w:rsidR="0085747A" w:rsidRPr="00913D5C" w:rsidRDefault="000102E2" w:rsidP="000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13D5C" w14:paraId="036F1A22" w14:textId="77777777" w:rsidTr="000102E2">
        <w:trPr>
          <w:trHeight w:val="397"/>
        </w:trPr>
        <w:tc>
          <w:tcPr>
            <w:tcW w:w="4507" w:type="dxa"/>
          </w:tcPr>
          <w:p w14:paraId="17D0C527" w14:textId="77777777" w:rsidR="0085747A" w:rsidRPr="00913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F282DBA" w14:textId="77777777" w:rsidR="0085747A" w:rsidRPr="00913D5C" w:rsidRDefault="000102E2" w:rsidP="000102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84A2A7F" w14:textId="77777777" w:rsidR="003E1941" w:rsidRPr="00913D5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4D210E" w14:textId="77777777" w:rsidR="0085747A" w:rsidRPr="00913D5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3D5C">
        <w:rPr>
          <w:rFonts w:ascii="Corbel" w:hAnsi="Corbel"/>
          <w:smallCaps w:val="0"/>
          <w:szCs w:val="24"/>
        </w:rPr>
        <w:t xml:space="preserve">7. </w:t>
      </w:r>
      <w:r w:rsidR="0085747A" w:rsidRPr="00913D5C">
        <w:rPr>
          <w:rFonts w:ascii="Corbel" w:hAnsi="Corbel"/>
          <w:smallCaps w:val="0"/>
          <w:szCs w:val="24"/>
        </w:rPr>
        <w:t>LITERATURA</w:t>
      </w:r>
    </w:p>
    <w:p w14:paraId="19F9E48A" w14:textId="77777777" w:rsidR="00675843" w:rsidRPr="00913D5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13D5C" w14:paraId="2189AA1A" w14:textId="77777777" w:rsidTr="0029053A">
        <w:trPr>
          <w:trHeight w:val="397"/>
        </w:trPr>
        <w:tc>
          <w:tcPr>
            <w:tcW w:w="9497" w:type="dxa"/>
          </w:tcPr>
          <w:p w14:paraId="22C13C6E" w14:textId="77777777" w:rsidR="0085747A" w:rsidRPr="00984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412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6A380793" w14:textId="402EFAB4" w:rsidR="00BE7D44" w:rsidRPr="00913D5C" w:rsidRDefault="004B1E6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13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Stemplewska-Żakowicz, K. (2009). </w:t>
            </w:r>
            <w:r w:rsidRPr="00913D5C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Diagnoza psychologiczna. Diagnozowanie jako kompetencja profesjonalna</w:t>
            </w:r>
            <w:r w:rsidRPr="00913D5C">
              <w:rPr>
                <w:rFonts w:ascii="Corbel" w:hAnsi="Corbel"/>
                <w:b w:val="0"/>
                <w:bCs/>
                <w:smallCaps w:val="0"/>
                <w:szCs w:val="24"/>
              </w:rPr>
              <w:t>. Gdańsk: GWP.</w:t>
            </w:r>
          </w:p>
          <w:p w14:paraId="0287746A" w14:textId="77777777" w:rsidR="00B41227" w:rsidRPr="00913D5C" w:rsidRDefault="000102E2" w:rsidP="000102E2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Wójtowicz</w:t>
            </w:r>
            <w:r w:rsidR="00432B77"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-Szefler, M. (2018). </w:t>
            </w:r>
            <w:r w:rsidR="00432B77" w:rsidRPr="00913D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Diagnozowanie rozwoju małego dziecka. Cz. 1</w:t>
            </w:r>
            <w:r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Difin.</w:t>
            </w:r>
            <w:r w:rsidR="00432B77"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Wójtowicz-Szefler, M. (2020). </w:t>
            </w:r>
            <w:r w:rsidR="00432B77" w:rsidRPr="00913D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Diagnozowanie rozwoju małego dziecka. Cz. 2.</w:t>
            </w:r>
            <w:r w:rsidR="00432B77" w:rsidRPr="00913D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Difin.</w:t>
            </w:r>
          </w:p>
        </w:tc>
      </w:tr>
      <w:tr w:rsidR="0085747A" w:rsidRPr="00913D5C" w14:paraId="05F824C9" w14:textId="77777777" w:rsidTr="0029053A">
        <w:trPr>
          <w:trHeight w:val="397"/>
        </w:trPr>
        <w:tc>
          <w:tcPr>
            <w:tcW w:w="9497" w:type="dxa"/>
          </w:tcPr>
          <w:p w14:paraId="394F65A4" w14:textId="77777777" w:rsidR="00B436A6" w:rsidRPr="00984126" w:rsidRDefault="0085747A" w:rsidP="00A71C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412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7A1ECAD4" w14:textId="77777777" w:rsidR="00540D0D" w:rsidRPr="00913D5C" w:rsidRDefault="00B436A6" w:rsidP="000102E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Antoszewska, B.</w:t>
            </w:r>
            <w:r w:rsidR="00A71C62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Wójcik, M</w:t>
            </w:r>
            <w:r w:rsidR="00A71C62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(2015</w:t>
            </w:r>
            <w:r w:rsidR="00A71C62"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). </w:t>
            </w:r>
            <w:r w:rsidR="00EC569A"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i metody wspomagania rozwoju</w:t>
            </w:r>
            <w:r w:rsidR="00EC569A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Olsztyn: Wydawnictwo Uniwersytetu Warmińsko-Mazurskiego.</w:t>
            </w:r>
          </w:p>
          <w:p w14:paraId="0A582BA4" w14:textId="411885B5" w:rsidR="0086475C" w:rsidRPr="00913D5C" w:rsidRDefault="0086475C" w:rsidP="0024490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Gosztyła, T. (2013). Przyzwolenie na przemoc w środowisku młodzieży szkolnej jako p</w:t>
            </w:r>
            <w:r w:rsidR="00244904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roblem indywidualny i społeczny.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W: K. Barłóg, E. Tłuczek-Tadla (red.), </w:t>
            </w:r>
            <w:r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Agresja i przemoc. </w:t>
            </w:r>
          </w:p>
          <w:p w14:paraId="738EF988" w14:textId="77777777" w:rsidR="007B4E78" w:rsidRPr="00913D5C" w:rsidRDefault="00540D0D" w:rsidP="0024490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Jarosz, E., Wysocka, E. (2006). </w:t>
            </w:r>
            <w:r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Diagnoza psychopedagogiczna. Podstawowe problemy </w:t>
            </w:r>
            <w:r w:rsidR="00B41227"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rozwiązania.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Warszawa: Wydawnictwo Akademickie ŻAK.</w:t>
            </w:r>
          </w:p>
          <w:p w14:paraId="4F07D722" w14:textId="77777777" w:rsidR="0029053A" w:rsidRPr="00913D5C" w:rsidRDefault="007B4E78" w:rsidP="00244904">
            <w:pPr>
              <w:spacing w:after="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Lenart, A. (2020). Diagnoza niepełnosprawności intelektualnej u dzieci i młodzieży </w:t>
            </w:r>
            <w:r w:rsidR="00B41227" w:rsidRPr="00913D5C">
              <w:rPr>
                <w:rFonts w:ascii="Corbel" w:hAnsi="Corbel"/>
                <w:sz w:val="24"/>
                <w:szCs w:val="24"/>
              </w:rPr>
              <w:br/>
            </w:r>
            <w:r w:rsidRPr="00913D5C">
              <w:rPr>
                <w:rFonts w:ascii="Corbel" w:hAnsi="Corbel"/>
                <w:sz w:val="24"/>
                <w:szCs w:val="24"/>
              </w:rPr>
              <w:t xml:space="preserve">z wykorzystaniem dostępnych testów psychologicznych. W: E. Zasępa (red.), </w:t>
            </w:r>
            <w:r w:rsidRPr="00913D5C">
              <w:rPr>
                <w:rFonts w:ascii="Corbel" w:hAnsi="Corbel"/>
                <w:i/>
                <w:sz w:val="24"/>
                <w:szCs w:val="24"/>
              </w:rPr>
              <w:t>Niepełnosprawność intelektualna - Poznawanie i wspieranie</w:t>
            </w:r>
            <w:r w:rsidRPr="00913D5C">
              <w:rPr>
                <w:rFonts w:ascii="Corbel" w:hAnsi="Corbel"/>
                <w:sz w:val="24"/>
                <w:szCs w:val="24"/>
              </w:rPr>
              <w:t>(s</w:t>
            </w:r>
            <w:r w:rsidRPr="00913D5C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913D5C">
              <w:rPr>
                <w:rFonts w:ascii="Corbel" w:hAnsi="Corbel"/>
                <w:sz w:val="24"/>
                <w:szCs w:val="24"/>
              </w:rPr>
              <w:t>43-73)</w:t>
            </w:r>
            <w:r w:rsidRPr="00913D5C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913D5C">
              <w:rPr>
                <w:rFonts w:ascii="Corbel" w:hAnsi="Corbel"/>
                <w:sz w:val="24"/>
                <w:szCs w:val="24"/>
              </w:rPr>
              <w:t xml:space="preserve"> Warszawa: Wydawnictwo Akademii Pedagogiki Specjalnej. </w:t>
            </w:r>
          </w:p>
          <w:p w14:paraId="7AD50F96" w14:textId="77777777" w:rsidR="009235C5" w:rsidRPr="00913D5C" w:rsidRDefault="00540D0D" w:rsidP="002449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Skarbek, K., Wrońska, I. (2017). </w:t>
            </w:r>
            <w:r w:rsidRPr="00913D5C">
              <w:rPr>
                <w:rFonts w:ascii="Corbel" w:hAnsi="Corbel"/>
                <w:i/>
                <w:sz w:val="24"/>
                <w:szCs w:val="24"/>
              </w:rPr>
              <w:t>Diagnoza i wspomaganie rozwoju psychoruchowego dziecka w wieku przedszkolnym: wskazówki dla nauczycieli dotyczące organizowania pomocy psychologiczno-pedagogicznej.</w:t>
            </w:r>
            <w:r w:rsidRPr="00913D5C">
              <w:rPr>
                <w:rFonts w:ascii="Corbel" w:hAnsi="Corbel"/>
                <w:sz w:val="24"/>
                <w:szCs w:val="24"/>
              </w:rPr>
              <w:t xml:space="preserve"> Kraków: CEBP 24.12.</w:t>
            </w:r>
          </w:p>
          <w:p w14:paraId="27355200" w14:textId="77777777" w:rsidR="0029053A" w:rsidRPr="00913D5C" w:rsidRDefault="00540D0D" w:rsidP="0024490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Tanajewska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Naprawa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Kołodziejska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="009235C5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(2014).</w:t>
            </w:r>
            <w:r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rozwoju dziecka przedszkolnego przed rozpoczęciem nauki w szkole. Arkusz monitoringu rozwoju dziecka przedszkolnego</w:t>
            </w:r>
            <w:r w:rsidR="009235C5"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9235C5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Harmonia</w:t>
            </w:r>
            <w:r w:rsidR="009235C5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3978BCA" w14:textId="77777777" w:rsidR="0029053A" w:rsidRPr="00913D5C" w:rsidRDefault="00540D0D" w:rsidP="0024490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Tanajewska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Naprawa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Kołodziejska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="009235C5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(2014)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rozwoju dziecka przedszkolnego przed rozpoczęciem nauki w szkole. Program do diagnozy i obserwacji dzieci przedszkolnych</w:t>
            </w:r>
            <w:r w:rsidR="00FD510B" w:rsidRPr="00913D5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FD510B"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Pr="00913D5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Harmonia.</w:t>
            </w:r>
          </w:p>
          <w:p w14:paraId="27DA8A4B" w14:textId="77777777" w:rsidR="00432B77" w:rsidRPr="00913D5C" w:rsidRDefault="0086475C" w:rsidP="000F4481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913D5C">
              <w:rPr>
                <w:rFonts w:ascii="Corbel" w:hAnsi="Corbel"/>
                <w:sz w:val="24"/>
                <w:szCs w:val="24"/>
              </w:rPr>
              <w:t xml:space="preserve">Wasylewicz, M., Lenart, A. (2021). Poziom rozwoju mowy czynnej i biernej dzieci w wieku wczesnoszkolnym. </w:t>
            </w:r>
            <w:r w:rsidRPr="00913D5C">
              <w:rPr>
                <w:rFonts w:ascii="Corbel" w:hAnsi="Corbel"/>
                <w:i/>
                <w:sz w:val="24"/>
                <w:szCs w:val="24"/>
                <w:lang w:val="en-US"/>
              </w:rPr>
              <w:t>AnnalesUniversitatisMariae Curie-Sokolowski. Sectio J, Paedagogia-Psychologia, 34</w:t>
            </w:r>
            <w:r w:rsidRPr="00913D5C">
              <w:rPr>
                <w:rFonts w:ascii="Corbel" w:hAnsi="Corbel"/>
                <w:sz w:val="24"/>
                <w:szCs w:val="24"/>
                <w:lang w:val="en-US"/>
              </w:rPr>
              <w:t>(2), 9–27. DOI: 10.17951/j.2021.34.2.9-27.</w:t>
            </w:r>
          </w:p>
        </w:tc>
      </w:tr>
    </w:tbl>
    <w:p w14:paraId="1BA7D5B7" w14:textId="77777777" w:rsidR="0085747A" w:rsidRPr="00913D5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10BE84C8" w14:textId="77777777" w:rsidR="0085747A" w:rsidRPr="00913D5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7F8A214" w14:textId="77777777" w:rsidR="0085747A" w:rsidRPr="00913D5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13D5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13D5C" w:rsidSect="006527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F5DC1" w14:textId="77777777" w:rsidR="00652764" w:rsidRDefault="00652764" w:rsidP="00C16ABF">
      <w:pPr>
        <w:spacing w:after="0" w:line="240" w:lineRule="auto"/>
      </w:pPr>
      <w:r>
        <w:separator/>
      </w:r>
    </w:p>
  </w:endnote>
  <w:endnote w:type="continuationSeparator" w:id="0">
    <w:p w14:paraId="58D3EAC0" w14:textId="77777777" w:rsidR="00652764" w:rsidRDefault="006527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37BAC" w14:textId="77777777" w:rsidR="00652764" w:rsidRDefault="00652764" w:rsidP="00C16ABF">
      <w:pPr>
        <w:spacing w:after="0" w:line="240" w:lineRule="auto"/>
      </w:pPr>
      <w:r>
        <w:separator/>
      </w:r>
    </w:p>
  </w:footnote>
  <w:footnote w:type="continuationSeparator" w:id="0">
    <w:p w14:paraId="0CB34AD0" w14:textId="77777777" w:rsidR="00652764" w:rsidRDefault="00652764" w:rsidP="00C16ABF">
      <w:pPr>
        <w:spacing w:after="0" w:line="240" w:lineRule="auto"/>
      </w:pPr>
      <w:r>
        <w:continuationSeparator/>
      </w:r>
    </w:p>
  </w:footnote>
  <w:footnote w:id="1">
    <w:p w14:paraId="652DC9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8835E8"/>
    <w:multiLevelType w:val="hybridMultilevel"/>
    <w:tmpl w:val="170EB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338F9"/>
    <w:multiLevelType w:val="hybridMultilevel"/>
    <w:tmpl w:val="BA4A5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6731161">
    <w:abstractNumId w:val="0"/>
  </w:num>
  <w:num w:numId="2" w16cid:durableId="462385716">
    <w:abstractNumId w:val="2"/>
  </w:num>
  <w:num w:numId="3" w16cid:durableId="13097029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2E2"/>
    <w:rsid w:val="00015B8F"/>
    <w:rsid w:val="00022ECE"/>
    <w:rsid w:val="00027F3A"/>
    <w:rsid w:val="00042A51"/>
    <w:rsid w:val="00042D2E"/>
    <w:rsid w:val="00044C82"/>
    <w:rsid w:val="00070E7E"/>
    <w:rsid w:val="00070ED6"/>
    <w:rsid w:val="000742DC"/>
    <w:rsid w:val="00084C12"/>
    <w:rsid w:val="0009462C"/>
    <w:rsid w:val="00094B12"/>
    <w:rsid w:val="000956AC"/>
    <w:rsid w:val="00096C46"/>
    <w:rsid w:val="000A296F"/>
    <w:rsid w:val="000A2A28"/>
    <w:rsid w:val="000A3CDF"/>
    <w:rsid w:val="000A3DE3"/>
    <w:rsid w:val="000B192D"/>
    <w:rsid w:val="000B28EE"/>
    <w:rsid w:val="000B3E37"/>
    <w:rsid w:val="000D04B0"/>
    <w:rsid w:val="000E33F2"/>
    <w:rsid w:val="000E557E"/>
    <w:rsid w:val="000F1C57"/>
    <w:rsid w:val="000F4481"/>
    <w:rsid w:val="000F5615"/>
    <w:rsid w:val="00124BFF"/>
    <w:rsid w:val="0012560E"/>
    <w:rsid w:val="00127108"/>
    <w:rsid w:val="00134B13"/>
    <w:rsid w:val="0014074A"/>
    <w:rsid w:val="001417B4"/>
    <w:rsid w:val="00146BC0"/>
    <w:rsid w:val="00150D23"/>
    <w:rsid w:val="00153C41"/>
    <w:rsid w:val="00154381"/>
    <w:rsid w:val="0016230F"/>
    <w:rsid w:val="001640A7"/>
    <w:rsid w:val="00164FA7"/>
    <w:rsid w:val="00166A03"/>
    <w:rsid w:val="001718A7"/>
    <w:rsid w:val="001737CF"/>
    <w:rsid w:val="00176083"/>
    <w:rsid w:val="00192F37"/>
    <w:rsid w:val="001A70D2"/>
    <w:rsid w:val="001B2438"/>
    <w:rsid w:val="001D2720"/>
    <w:rsid w:val="001D519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AD8"/>
    <w:rsid w:val="00241EC8"/>
    <w:rsid w:val="00244904"/>
    <w:rsid w:val="00244ABC"/>
    <w:rsid w:val="00281FF2"/>
    <w:rsid w:val="0028469C"/>
    <w:rsid w:val="002857DE"/>
    <w:rsid w:val="00287D66"/>
    <w:rsid w:val="0029053A"/>
    <w:rsid w:val="00291567"/>
    <w:rsid w:val="00297E1E"/>
    <w:rsid w:val="002A22BF"/>
    <w:rsid w:val="002A2389"/>
    <w:rsid w:val="002A33BB"/>
    <w:rsid w:val="002A671D"/>
    <w:rsid w:val="002B4D55"/>
    <w:rsid w:val="002B5EA0"/>
    <w:rsid w:val="002B6119"/>
    <w:rsid w:val="002B6358"/>
    <w:rsid w:val="002C1F06"/>
    <w:rsid w:val="002D0318"/>
    <w:rsid w:val="002D3375"/>
    <w:rsid w:val="002D4718"/>
    <w:rsid w:val="002D73D4"/>
    <w:rsid w:val="002F02A3"/>
    <w:rsid w:val="002F4ABE"/>
    <w:rsid w:val="003018BA"/>
    <w:rsid w:val="0030395F"/>
    <w:rsid w:val="00305C92"/>
    <w:rsid w:val="003151C5"/>
    <w:rsid w:val="003343CF"/>
    <w:rsid w:val="003406B2"/>
    <w:rsid w:val="00346FE9"/>
    <w:rsid w:val="0034759A"/>
    <w:rsid w:val="003503F6"/>
    <w:rsid w:val="003530DD"/>
    <w:rsid w:val="00363F78"/>
    <w:rsid w:val="0037308B"/>
    <w:rsid w:val="00381EA7"/>
    <w:rsid w:val="003A0A5B"/>
    <w:rsid w:val="003A1176"/>
    <w:rsid w:val="003B0A5F"/>
    <w:rsid w:val="003C0BAE"/>
    <w:rsid w:val="003C6C27"/>
    <w:rsid w:val="003D18A9"/>
    <w:rsid w:val="003D1AE1"/>
    <w:rsid w:val="003D5B1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B77"/>
    <w:rsid w:val="004362C6"/>
    <w:rsid w:val="00437F1A"/>
    <w:rsid w:val="00437FA2"/>
    <w:rsid w:val="00445970"/>
    <w:rsid w:val="00457E0E"/>
    <w:rsid w:val="00461EFC"/>
    <w:rsid w:val="004649CE"/>
    <w:rsid w:val="004652C2"/>
    <w:rsid w:val="004705D4"/>
    <w:rsid w:val="004706D1"/>
    <w:rsid w:val="00471326"/>
    <w:rsid w:val="0047598D"/>
    <w:rsid w:val="004840FD"/>
    <w:rsid w:val="00490F7D"/>
    <w:rsid w:val="00491678"/>
    <w:rsid w:val="0049261A"/>
    <w:rsid w:val="004952EB"/>
    <w:rsid w:val="004968E2"/>
    <w:rsid w:val="004A3EEA"/>
    <w:rsid w:val="004A4D1F"/>
    <w:rsid w:val="004B1E6A"/>
    <w:rsid w:val="004D5282"/>
    <w:rsid w:val="004F095C"/>
    <w:rsid w:val="004F1551"/>
    <w:rsid w:val="004F4A89"/>
    <w:rsid w:val="004F55A3"/>
    <w:rsid w:val="0050496F"/>
    <w:rsid w:val="00513B6F"/>
    <w:rsid w:val="00516C63"/>
    <w:rsid w:val="00517C63"/>
    <w:rsid w:val="00531B9A"/>
    <w:rsid w:val="005363C4"/>
    <w:rsid w:val="00536BDE"/>
    <w:rsid w:val="00540D0D"/>
    <w:rsid w:val="00543ACC"/>
    <w:rsid w:val="00551530"/>
    <w:rsid w:val="0056696D"/>
    <w:rsid w:val="0059484D"/>
    <w:rsid w:val="005A0855"/>
    <w:rsid w:val="005A133C"/>
    <w:rsid w:val="005A3196"/>
    <w:rsid w:val="005A3F5E"/>
    <w:rsid w:val="005A675B"/>
    <w:rsid w:val="005C080F"/>
    <w:rsid w:val="005C55E5"/>
    <w:rsid w:val="005C696A"/>
    <w:rsid w:val="005C69B8"/>
    <w:rsid w:val="005D0E05"/>
    <w:rsid w:val="005E11E6"/>
    <w:rsid w:val="005E6E85"/>
    <w:rsid w:val="005F31D2"/>
    <w:rsid w:val="00602C67"/>
    <w:rsid w:val="006065DC"/>
    <w:rsid w:val="0061029B"/>
    <w:rsid w:val="00617230"/>
    <w:rsid w:val="00621CE1"/>
    <w:rsid w:val="00627FC9"/>
    <w:rsid w:val="00646BE3"/>
    <w:rsid w:val="00647FA8"/>
    <w:rsid w:val="00650C5F"/>
    <w:rsid w:val="00652764"/>
    <w:rsid w:val="00654934"/>
    <w:rsid w:val="006620D9"/>
    <w:rsid w:val="00670C7E"/>
    <w:rsid w:val="00671958"/>
    <w:rsid w:val="00675843"/>
    <w:rsid w:val="006803AD"/>
    <w:rsid w:val="006929DA"/>
    <w:rsid w:val="00695540"/>
    <w:rsid w:val="00696477"/>
    <w:rsid w:val="006B0C5B"/>
    <w:rsid w:val="006B1CFB"/>
    <w:rsid w:val="006B651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18C"/>
    <w:rsid w:val="00725459"/>
    <w:rsid w:val="007327BD"/>
    <w:rsid w:val="00734608"/>
    <w:rsid w:val="00741C8F"/>
    <w:rsid w:val="00745302"/>
    <w:rsid w:val="007461D6"/>
    <w:rsid w:val="00746EC8"/>
    <w:rsid w:val="00750BDA"/>
    <w:rsid w:val="00763BF1"/>
    <w:rsid w:val="00766FD4"/>
    <w:rsid w:val="00770393"/>
    <w:rsid w:val="0078168C"/>
    <w:rsid w:val="00787C2A"/>
    <w:rsid w:val="00790E27"/>
    <w:rsid w:val="00793781"/>
    <w:rsid w:val="007A3B1F"/>
    <w:rsid w:val="007A4022"/>
    <w:rsid w:val="007A5FCA"/>
    <w:rsid w:val="007A6E6E"/>
    <w:rsid w:val="007A7215"/>
    <w:rsid w:val="007B4E78"/>
    <w:rsid w:val="007C3299"/>
    <w:rsid w:val="007C3BCC"/>
    <w:rsid w:val="007C4546"/>
    <w:rsid w:val="007C7CC1"/>
    <w:rsid w:val="007D6E56"/>
    <w:rsid w:val="007E37AD"/>
    <w:rsid w:val="007E764D"/>
    <w:rsid w:val="007F4155"/>
    <w:rsid w:val="008078BE"/>
    <w:rsid w:val="008139C6"/>
    <w:rsid w:val="0081554D"/>
    <w:rsid w:val="0081707E"/>
    <w:rsid w:val="008427D9"/>
    <w:rsid w:val="008449B3"/>
    <w:rsid w:val="008552A2"/>
    <w:rsid w:val="0085747A"/>
    <w:rsid w:val="0086475C"/>
    <w:rsid w:val="00865CCB"/>
    <w:rsid w:val="00882384"/>
    <w:rsid w:val="00884922"/>
    <w:rsid w:val="008858C3"/>
    <w:rsid w:val="00885F64"/>
    <w:rsid w:val="008917F9"/>
    <w:rsid w:val="00895C07"/>
    <w:rsid w:val="008A45F7"/>
    <w:rsid w:val="008B5FFD"/>
    <w:rsid w:val="008C0CC0"/>
    <w:rsid w:val="008C19A9"/>
    <w:rsid w:val="008C379D"/>
    <w:rsid w:val="008C3B08"/>
    <w:rsid w:val="008C5147"/>
    <w:rsid w:val="008C5359"/>
    <w:rsid w:val="008C5363"/>
    <w:rsid w:val="008D04CF"/>
    <w:rsid w:val="008D3DFB"/>
    <w:rsid w:val="008E64F4"/>
    <w:rsid w:val="008E7CE6"/>
    <w:rsid w:val="008F12C9"/>
    <w:rsid w:val="008F6E29"/>
    <w:rsid w:val="00913D5C"/>
    <w:rsid w:val="00916188"/>
    <w:rsid w:val="00917875"/>
    <w:rsid w:val="009235C5"/>
    <w:rsid w:val="00923D7D"/>
    <w:rsid w:val="009508DF"/>
    <w:rsid w:val="00950DAC"/>
    <w:rsid w:val="00953DF2"/>
    <w:rsid w:val="00954A07"/>
    <w:rsid w:val="00963FE4"/>
    <w:rsid w:val="00984126"/>
    <w:rsid w:val="00997F14"/>
    <w:rsid w:val="009A4A1D"/>
    <w:rsid w:val="009A78D9"/>
    <w:rsid w:val="009C3E31"/>
    <w:rsid w:val="009C54AE"/>
    <w:rsid w:val="009C788E"/>
    <w:rsid w:val="009D3F3B"/>
    <w:rsid w:val="009E0543"/>
    <w:rsid w:val="009E3B41"/>
    <w:rsid w:val="009E5CB5"/>
    <w:rsid w:val="009F3C5C"/>
    <w:rsid w:val="009F4610"/>
    <w:rsid w:val="00A00ECC"/>
    <w:rsid w:val="00A050C3"/>
    <w:rsid w:val="00A155EE"/>
    <w:rsid w:val="00A21EE4"/>
    <w:rsid w:val="00A2245B"/>
    <w:rsid w:val="00A22646"/>
    <w:rsid w:val="00A24C6A"/>
    <w:rsid w:val="00A30110"/>
    <w:rsid w:val="00A36899"/>
    <w:rsid w:val="00A371F6"/>
    <w:rsid w:val="00A43BF6"/>
    <w:rsid w:val="00A4518B"/>
    <w:rsid w:val="00A50B3C"/>
    <w:rsid w:val="00A53FA5"/>
    <w:rsid w:val="00A54817"/>
    <w:rsid w:val="00A5558C"/>
    <w:rsid w:val="00A601C8"/>
    <w:rsid w:val="00A60799"/>
    <w:rsid w:val="00A62A41"/>
    <w:rsid w:val="00A71C6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2FA"/>
    <w:rsid w:val="00B06142"/>
    <w:rsid w:val="00B135B1"/>
    <w:rsid w:val="00B3001B"/>
    <w:rsid w:val="00B3130B"/>
    <w:rsid w:val="00B40ADB"/>
    <w:rsid w:val="00B41227"/>
    <w:rsid w:val="00B436A6"/>
    <w:rsid w:val="00B43B77"/>
    <w:rsid w:val="00B43E80"/>
    <w:rsid w:val="00B4702F"/>
    <w:rsid w:val="00B55409"/>
    <w:rsid w:val="00B607DB"/>
    <w:rsid w:val="00B63172"/>
    <w:rsid w:val="00B66529"/>
    <w:rsid w:val="00B731BC"/>
    <w:rsid w:val="00B75946"/>
    <w:rsid w:val="00B8056E"/>
    <w:rsid w:val="00B819C8"/>
    <w:rsid w:val="00B82308"/>
    <w:rsid w:val="00B90885"/>
    <w:rsid w:val="00BB520A"/>
    <w:rsid w:val="00BC4AEF"/>
    <w:rsid w:val="00BD3869"/>
    <w:rsid w:val="00BD66E9"/>
    <w:rsid w:val="00BD6FF4"/>
    <w:rsid w:val="00BE7D44"/>
    <w:rsid w:val="00BF2C41"/>
    <w:rsid w:val="00BF5888"/>
    <w:rsid w:val="00C03345"/>
    <w:rsid w:val="00C03C2C"/>
    <w:rsid w:val="00C058B4"/>
    <w:rsid w:val="00C05F44"/>
    <w:rsid w:val="00C131B5"/>
    <w:rsid w:val="00C16ABF"/>
    <w:rsid w:val="00C170AE"/>
    <w:rsid w:val="00C26CB7"/>
    <w:rsid w:val="00C324C1"/>
    <w:rsid w:val="00C365AD"/>
    <w:rsid w:val="00C36992"/>
    <w:rsid w:val="00C56036"/>
    <w:rsid w:val="00C61DC5"/>
    <w:rsid w:val="00C67E92"/>
    <w:rsid w:val="00C70A26"/>
    <w:rsid w:val="00C75EDB"/>
    <w:rsid w:val="00C766DF"/>
    <w:rsid w:val="00C9354F"/>
    <w:rsid w:val="00C94B98"/>
    <w:rsid w:val="00CA1FB0"/>
    <w:rsid w:val="00CA2B96"/>
    <w:rsid w:val="00CA5089"/>
    <w:rsid w:val="00CA56E5"/>
    <w:rsid w:val="00CA7468"/>
    <w:rsid w:val="00CD6897"/>
    <w:rsid w:val="00CE5BAC"/>
    <w:rsid w:val="00CE6C32"/>
    <w:rsid w:val="00CF25BE"/>
    <w:rsid w:val="00CF78ED"/>
    <w:rsid w:val="00D02B25"/>
    <w:rsid w:val="00D02EBA"/>
    <w:rsid w:val="00D10B50"/>
    <w:rsid w:val="00D17C3C"/>
    <w:rsid w:val="00D20396"/>
    <w:rsid w:val="00D26B2C"/>
    <w:rsid w:val="00D352C9"/>
    <w:rsid w:val="00D40597"/>
    <w:rsid w:val="00D425B2"/>
    <w:rsid w:val="00D428D6"/>
    <w:rsid w:val="00D466C5"/>
    <w:rsid w:val="00D50E73"/>
    <w:rsid w:val="00D552B2"/>
    <w:rsid w:val="00D608D1"/>
    <w:rsid w:val="00D635D3"/>
    <w:rsid w:val="00D74119"/>
    <w:rsid w:val="00D8075B"/>
    <w:rsid w:val="00D8678B"/>
    <w:rsid w:val="00DA2114"/>
    <w:rsid w:val="00DA5C26"/>
    <w:rsid w:val="00DE070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94A"/>
    <w:rsid w:val="00E45E94"/>
    <w:rsid w:val="00E50C7B"/>
    <w:rsid w:val="00E51E44"/>
    <w:rsid w:val="00E52B85"/>
    <w:rsid w:val="00E57C8B"/>
    <w:rsid w:val="00E63348"/>
    <w:rsid w:val="00E638D7"/>
    <w:rsid w:val="00E742AA"/>
    <w:rsid w:val="00E77E88"/>
    <w:rsid w:val="00E8079E"/>
    <w:rsid w:val="00E8107D"/>
    <w:rsid w:val="00E960BB"/>
    <w:rsid w:val="00EA2074"/>
    <w:rsid w:val="00EA4832"/>
    <w:rsid w:val="00EA4E9D"/>
    <w:rsid w:val="00EB17C6"/>
    <w:rsid w:val="00EC4899"/>
    <w:rsid w:val="00EC569A"/>
    <w:rsid w:val="00ED03AB"/>
    <w:rsid w:val="00ED32D2"/>
    <w:rsid w:val="00EE32DE"/>
    <w:rsid w:val="00EE5457"/>
    <w:rsid w:val="00EF2AE0"/>
    <w:rsid w:val="00F070AB"/>
    <w:rsid w:val="00F17567"/>
    <w:rsid w:val="00F27A7B"/>
    <w:rsid w:val="00F526AF"/>
    <w:rsid w:val="00F617C3"/>
    <w:rsid w:val="00F7066B"/>
    <w:rsid w:val="00F83B28"/>
    <w:rsid w:val="00F83CD9"/>
    <w:rsid w:val="00F974DA"/>
    <w:rsid w:val="00FA46E5"/>
    <w:rsid w:val="00FA4EB6"/>
    <w:rsid w:val="00FB7DBA"/>
    <w:rsid w:val="00FC1C25"/>
    <w:rsid w:val="00FC3F45"/>
    <w:rsid w:val="00FD503F"/>
    <w:rsid w:val="00FD510B"/>
    <w:rsid w:val="00FD7589"/>
    <w:rsid w:val="00FE047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741A"/>
  <w15:docId w15:val="{30AB8BA8-1321-48BF-8498-431E884F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3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1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317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1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172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BC4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FAEAE-7B8B-40CD-8DF5-759DB806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1230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2022-12-29T08:16:00Z</cp:lastPrinted>
  <dcterms:created xsi:type="dcterms:W3CDTF">2024-04-23T21:35:00Z</dcterms:created>
  <dcterms:modified xsi:type="dcterms:W3CDTF">2024-04-24T12:55:00Z</dcterms:modified>
</cp:coreProperties>
</file>